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9CFBF2" w14:textId="0972E29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F17567" w:rsidRPr="00E960BB">
        <w:rPr>
          <w:rFonts w:ascii="Corbel" w:hAnsi="Corbel"/>
          <w:bCs/>
          <w:i/>
        </w:rPr>
        <w:t>12/2019</w:t>
      </w:r>
    </w:p>
    <w:p w14:paraId="637A38F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2E87BED" w14:textId="5891D02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87224" w:rsidRPr="00387224">
        <w:rPr>
          <w:rFonts w:ascii="Corbel" w:hAnsi="Corbel"/>
          <w:i/>
          <w:smallCaps/>
          <w:sz w:val="24"/>
          <w:szCs w:val="24"/>
        </w:rPr>
        <w:t>2019-202</w:t>
      </w:r>
      <w:r w:rsidR="00843FA5">
        <w:rPr>
          <w:rFonts w:ascii="Corbel" w:hAnsi="Corbel"/>
          <w:i/>
          <w:smallCaps/>
          <w:sz w:val="24"/>
          <w:szCs w:val="24"/>
        </w:rPr>
        <w:t>4</w:t>
      </w:r>
      <w:r w:rsidR="00387224" w:rsidRPr="00387224">
        <w:rPr>
          <w:rFonts w:ascii="Corbel" w:hAnsi="Corbel"/>
          <w:i/>
          <w:smallCaps/>
          <w:sz w:val="24"/>
          <w:szCs w:val="24"/>
        </w:rPr>
        <w:t xml:space="preserve">    </w:t>
      </w:r>
    </w:p>
    <w:p w14:paraId="0BE71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BE7CDD7" w14:textId="55D31F95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387224" w:rsidRPr="00387224">
        <w:rPr>
          <w:rFonts w:ascii="Corbel" w:hAnsi="Corbel"/>
          <w:sz w:val="20"/>
          <w:szCs w:val="20"/>
        </w:rPr>
        <w:t xml:space="preserve">Rok akademicki   </w:t>
      </w:r>
      <w:r w:rsidR="007C54FD">
        <w:rPr>
          <w:rFonts w:ascii="Corbel" w:hAnsi="Corbel"/>
          <w:sz w:val="20"/>
          <w:szCs w:val="20"/>
        </w:rPr>
        <w:t>2021/22, 2022/23, 2023/24</w:t>
      </w:r>
    </w:p>
    <w:p w14:paraId="46D085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ABC06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D03E72E" w14:textId="77777777" w:rsidTr="00B819C8">
        <w:tc>
          <w:tcPr>
            <w:tcW w:w="2694" w:type="dxa"/>
            <w:vAlign w:val="center"/>
          </w:tcPr>
          <w:p w14:paraId="00002E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FDB48A" w14:textId="043BD4AA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obcy – język angielski</w:t>
            </w:r>
          </w:p>
        </w:tc>
      </w:tr>
      <w:tr w:rsidR="0085747A" w:rsidRPr="009C54AE" w14:paraId="115E6E5F" w14:textId="77777777" w:rsidTr="00B819C8">
        <w:tc>
          <w:tcPr>
            <w:tcW w:w="2694" w:type="dxa"/>
            <w:vAlign w:val="center"/>
          </w:tcPr>
          <w:p w14:paraId="39C8973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F5D1794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99C709C" w14:textId="77777777" w:rsidTr="00B819C8">
        <w:tc>
          <w:tcPr>
            <w:tcW w:w="2694" w:type="dxa"/>
            <w:vAlign w:val="center"/>
          </w:tcPr>
          <w:p w14:paraId="6EBCF1A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61905868" w14:textId="3A3FEA70" w:rsidR="0085747A" w:rsidRPr="009C54AE" w:rsidRDefault="00387224" w:rsidP="00C97DB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87224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4F07D1C8" w14:textId="77777777" w:rsidTr="00B819C8">
        <w:tc>
          <w:tcPr>
            <w:tcW w:w="2694" w:type="dxa"/>
            <w:vAlign w:val="center"/>
          </w:tcPr>
          <w:p w14:paraId="01990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65C4EEBE" w14:textId="3949D859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 Języków Obcych</w:t>
            </w:r>
          </w:p>
        </w:tc>
      </w:tr>
      <w:tr w:rsidR="0085747A" w:rsidRPr="009C54AE" w14:paraId="50F66164" w14:textId="77777777" w:rsidTr="00B819C8">
        <w:tc>
          <w:tcPr>
            <w:tcW w:w="2694" w:type="dxa"/>
            <w:vAlign w:val="center"/>
          </w:tcPr>
          <w:p w14:paraId="7A07B40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4927099" w14:textId="73115B27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2CA9D519" w14:textId="77777777" w:rsidTr="00B819C8">
        <w:tc>
          <w:tcPr>
            <w:tcW w:w="2694" w:type="dxa"/>
            <w:vAlign w:val="center"/>
          </w:tcPr>
          <w:p w14:paraId="170321E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3970D0" w14:textId="464F6D3F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 xml:space="preserve">ednolite </w:t>
            </w:r>
            <w:r w:rsidR="00944DB8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387224" w:rsidRPr="00387224">
              <w:rPr>
                <w:rFonts w:ascii="Corbel" w:hAnsi="Corbel"/>
                <w:b w:val="0"/>
                <w:sz w:val="24"/>
                <w:szCs w:val="24"/>
              </w:rPr>
              <w:t>magisterskie</w:t>
            </w:r>
          </w:p>
        </w:tc>
      </w:tr>
      <w:tr w:rsidR="0085747A" w:rsidRPr="009C54AE" w14:paraId="72C09829" w14:textId="77777777" w:rsidTr="00B819C8">
        <w:tc>
          <w:tcPr>
            <w:tcW w:w="2694" w:type="dxa"/>
            <w:vAlign w:val="center"/>
          </w:tcPr>
          <w:p w14:paraId="0A60EB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8BD3D" w14:textId="6E1E50B4" w:rsidR="0085747A" w:rsidRPr="009C54AE" w:rsidRDefault="00E353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627674" w14:textId="77777777" w:rsidTr="00B819C8">
        <w:tc>
          <w:tcPr>
            <w:tcW w:w="2694" w:type="dxa"/>
            <w:vAlign w:val="center"/>
          </w:tcPr>
          <w:p w14:paraId="619A5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ECC585" w14:textId="588739EF" w:rsidR="0085747A" w:rsidRPr="009C54AE" w:rsidRDefault="005722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5D38C72" w14:textId="77777777" w:rsidTr="00B819C8">
        <w:tc>
          <w:tcPr>
            <w:tcW w:w="2694" w:type="dxa"/>
            <w:vAlign w:val="center"/>
          </w:tcPr>
          <w:p w14:paraId="126712C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489046" w14:textId="4F44D243" w:rsidR="0085747A" w:rsidRPr="009C54AE" w:rsidRDefault="007C54F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ok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III, IV, V</w:t>
            </w:r>
            <w:r w:rsidR="00387224">
              <w:rPr>
                <w:rFonts w:ascii="Corbel" w:hAnsi="Corbel"/>
                <w:b w:val="0"/>
                <w:sz w:val="24"/>
                <w:szCs w:val="24"/>
              </w:rPr>
              <w:t xml:space="preserve">; semestr </w:t>
            </w:r>
            <w:r w:rsidR="00851FC3">
              <w:rPr>
                <w:rFonts w:ascii="Corbel" w:hAnsi="Corbel"/>
                <w:b w:val="0"/>
                <w:sz w:val="24"/>
                <w:szCs w:val="24"/>
              </w:rPr>
              <w:t>3, 4, 5, 6, 7, 8</w:t>
            </w:r>
          </w:p>
        </w:tc>
      </w:tr>
      <w:tr w:rsidR="0085747A" w:rsidRPr="009C54AE" w14:paraId="5B243F5B" w14:textId="77777777" w:rsidTr="00B819C8">
        <w:tc>
          <w:tcPr>
            <w:tcW w:w="2694" w:type="dxa"/>
            <w:vAlign w:val="center"/>
          </w:tcPr>
          <w:p w14:paraId="2FBFC20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83BE31" w14:textId="22A61E81" w:rsidR="0085747A" w:rsidRPr="009C54AE" w:rsidRDefault="00851F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Przygotowanie merytoryczne nauczycieli przedszkoli i klas I-III szkoły podstawowej, jako przygotowanie do integracji treści naucz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DB57D7" w:rsidRPr="00DB57D7"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14:paraId="493AB6B0" w14:textId="77777777" w:rsidTr="00B819C8">
        <w:tc>
          <w:tcPr>
            <w:tcW w:w="2694" w:type="dxa"/>
            <w:vAlign w:val="center"/>
          </w:tcPr>
          <w:p w14:paraId="189F72E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08EB61" w14:textId="72438A8C" w:rsidR="00923D7D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D1F073F" w14:textId="77777777" w:rsidTr="00B819C8">
        <w:tc>
          <w:tcPr>
            <w:tcW w:w="2694" w:type="dxa"/>
            <w:vAlign w:val="center"/>
          </w:tcPr>
          <w:p w14:paraId="6C7F5E9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5CD332" w14:textId="2F8C0DE6" w:rsidR="0085747A" w:rsidRPr="009C54AE" w:rsidRDefault="00387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Huzarska</w:t>
            </w:r>
          </w:p>
        </w:tc>
      </w:tr>
      <w:tr w:rsidR="0085747A" w:rsidRPr="009C54AE" w14:paraId="31E4DED1" w14:textId="77777777" w:rsidTr="00B819C8">
        <w:tc>
          <w:tcPr>
            <w:tcW w:w="2694" w:type="dxa"/>
            <w:vAlign w:val="center"/>
          </w:tcPr>
          <w:p w14:paraId="4A65CC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3E71E181" w14:textId="3AEAB10C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444C04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925C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5E0933E" w14:textId="715C972F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820CF6D" w14:textId="6DC24B0E" w:rsidR="00387224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387224" w:rsidRPr="00216C44" w14:paraId="27ACE0D0" w14:textId="77777777" w:rsidTr="00B3128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F7913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Semestr</w:t>
            </w:r>
          </w:p>
          <w:p w14:paraId="3534A84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814CA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Wykł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26C49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123BB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Konw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4966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A9C41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Sem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90AE2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34C74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16C44">
              <w:rPr>
                <w:rFonts w:ascii="Corbel" w:hAnsi="Corbel"/>
                <w:szCs w:val="24"/>
              </w:rPr>
              <w:t>Prakt</w:t>
            </w:r>
            <w:proofErr w:type="spellEnd"/>
            <w:r w:rsidRPr="00216C4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8DB80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216C44">
              <w:rPr>
                <w:rFonts w:ascii="Corbel" w:hAnsi="Corbel"/>
                <w:szCs w:val="24"/>
              </w:rPr>
              <w:t>Inne (j</w:t>
            </w:r>
            <w:r w:rsidRPr="00216C44">
              <w:rPr>
                <w:rFonts w:ascii="Corbel" w:hAnsi="Corbel"/>
                <w:szCs w:val="24"/>
              </w:rPr>
              <w:t>a</w:t>
            </w:r>
            <w:r w:rsidRPr="00216C44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9A3C7" w14:textId="77777777" w:rsidR="00387224" w:rsidRPr="00216C44" w:rsidRDefault="00387224" w:rsidP="00174B47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16C44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387224" w:rsidRPr="00216C44" w14:paraId="4556B756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94509" w14:textId="76825808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A29F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84FB" w14:textId="4D8B8F04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2570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19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791D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33C73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2E2F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F9BF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EC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6FD0C06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43755" w14:textId="7ADB3A5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9098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6F375" w14:textId="0ADF9529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699FC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21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AAF62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710C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A80E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FC7A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B322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87224" w:rsidRPr="00216C44" w14:paraId="533F6DA0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18037" w14:textId="50CDD00D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0875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4C16A" w14:textId="05B55EF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CCA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561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A9F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3B0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159C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DD48D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F3F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87224" w:rsidRPr="00216C44" w14:paraId="2BBFADF5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D689F" w14:textId="38AD528F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36FE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8F072" w14:textId="71D60B3A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D254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AC7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52B2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5B0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42727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F29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D4228" w14:textId="3C76AC82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7D773D8E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15708" w14:textId="301EC2B0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4D59A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34CFD" w14:textId="4604C3D5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49C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E05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8A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64EF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F3B5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062B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D74D1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7224" w:rsidRPr="00216C44" w14:paraId="137B8323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634D" w14:textId="06CAA4C3" w:rsidR="00387224" w:rsidRPr="00216C44" w:rsidRDefault="006B5045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B5E6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1A907" w14:textId="1A817F90" w:rsidR="00387224" w:rsidRPr="00216C44" w:rsidRDefault="00625429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87224" w:rsidRPr="00216C44"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44F0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8B65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B843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C5314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EDF9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3CC6" w14:textId="77777777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97788" w14:textId="2B5ED8D1" w:rsidR="00387224" w:rsidRPr="00216C44" w:rsidRDefault="00387224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2A5313" w:rsidRPr="00216C44" w14:paraId="21F45CB4" w14:textId="77777777" w:rsidTr="00B3128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1389F" w14:textId="012E1693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1064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FA3FF" w14:textId="384AFC8C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350B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6C4C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FC90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DF2E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7AA67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D7DC" w14:textId="77777777" w:rsidR="002A5313" w:rsidRPr="00216C44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CD5E" w14:textId="45F2C5DF" w:rsidR="002A5313" w:rsidRDefault="002A5313" w:rsidP="00174B4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51C65CB5" w14:textId="77777777" w:rsidR="00387224" w:rsidRPr="009C54AE" w:rsidRDefault="00387224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p w14:paraId="7D8B85E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9CABC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5A058CB" w14:textId="6049ED50" w:rsidR="0085747A" w:rsidRPr="00EE2614" w:rsidRDefault="00387224" w:rsidP="00EE26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37B192B" w14:textId="31390784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46E5F8BA" w14:textId="2A6916AB" w:rsidR="00387224" w:rsidRPr="00387224" w:rsidRDefault="0038722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Pr="00387224">
        <w:rPr>
          <w:rFonts w:ascii="Corbel" w:hAnsi="Corbel"/>
          <w:b w:val="0"/>
          <w:bCs/>
          <w:smallCaps w:val="0"/>
          <w:szCs w:val="24"/>
        </w:rPr>
        <w:t>aliczenie z oceną</w:t>
      </w:r>
      <w:r>
        <w:rPr>
          <w:rFonts w:ascii="Corbel" w:hAnsi="Corbel"/>
          <w:b w:val="0"/>
          <w:bCs/>
          <w:smallCaps w:val="0"/>
          <w:szCs w:val="24"/>
        </w:rPr>
        <w:t>, egzamin</w:t>
      </w:r>
    </w:p>
    <w:p w14:paraId="54817404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4C9EC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745CF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26F20D3" w14:textId="77777777" w:rsidTr="00745302">
        <w:tc>
          <w:tcPr>
            <w:tcW w:w="9670" w:type="dxa"/>
          </w:tcPr>
          <w:p w14:paraId="477F1C57" w14:textId="5B86AE26" w:rsidR="0085747A" w:rsidRPr="009C54AE" w:rsidRDefault="003872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języka obcego na poziomie B1+</w:t>
            </w:r>
            <w:r w:rsidR="00EC74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/B2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według Europejskiego Systemu Opisu Kształc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387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Językowego.</w:t>
            </w:r>
          </w:p>
        </w:tc>
      </w:tr>
    </w:tbl>
    <w:p w14:paraId="2C4B3C1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CCE2A" w14:textId="7EF26C4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668E079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C6CA27" w14:textId="3E8670CE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A266E0" w14:textId="5F51899F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87224" w:rsidRPr="00216C44" w14:paraId="4F95A369" w14:textId="77777777" w:rsidTr="00B31281">
        <w:tc>
          <w:tcPr>
            <w:tcW w:w="851" w:type="dxa"/>
            <w:vAlign w:val="center"/>
          </w:tcPr>
          <w:p w14:paraId="2C8FEA1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8152E15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 rozumienie tekstu czytanego, tworzenie wypowiedzi ustnych i pisemnych) w ramach kształcenia komp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tencji komunikacyjnej na poziomie B2.</w:t>
            </w:r>
          </w:p>
        </w:tc>
      </w:tr>
      <w:tr w:rsidR="00387224" w:rsidRPr="00216C44" w14:paraId="70F00613" w14:textId="77777777" w:rsidTr="00B31281">
        <w:tc>
          <w:tcPr>
            <w:tcW w:w="851" w:type="dxa"/>
            <w:vAlign w:val="center"/>
          </w:tcPr>
          <w:p w14:paraId="3AAACD6F" w14:textId="77777777" w:rsidR="00387224" w:rsidRPr="00216C44" w:rsidRDefault="00387224" w:rsidP="00B3128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97F071" w14:textId="2FBA48FD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Wykształcenie kompetencji językow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umożliwiając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t>ych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 komunikację w sytuacjach dnia codziennego jak i posługiwanie się językiem obcym do celów zawodowych </w:t>
            </w:r>
            <w:r w:rsidR="00DE1087">
              <w:rPr>
                <w:rFonts w:ascii="Corbel" w:hAnsi="Corbel"/>
                <w:b w:val="0"/>
                <w:sz w:val="24"/>
                <w:szCs w:val="24"/>
              </w:rPr>
              <w:br/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i naukowych.</w:t>
            </w:r>
          </w:p>
        </w:tc>
      </w:tr>
      <w:tr w:rsidR="00387224" w:rsidRPr="00216C44" w14:paraId="3B032190" w14:textId="77777777" w:rsidTr="00B31281">
        <w:tc>
          <w:tcPr>
            <w:tcW w:w="851" w:type="dxa"/>
            <w:vAlign w:val="center"/>
          </w:tcPr>
          <w:p w14:paraId="4325FDBD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DB81B7C" w14:textId="31B256C5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Kształcenie i udoskonalenie poprawności gramatycznej </w:t>
            </w:r>
            <w:r w:rsidR="00F02737">
              <w:rPr>
                <w:rFonts w:ascii="Corbel" w:hAnsi="Corbel"/>
                <w:b w:val="0"/>
                <w:sz w:val="24"/>
                <w:szCs w:val="24"/>
              </w:rPr>
              <w:t xml:space="preserve">i fonetycznej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 wypowiedziach ustnych i pisemnych.</w:t>
            </w:r>
          </w:p>
        </w:tc>
      </w:tr>
      <w:tr w:rsidR="00387224" w:rsidRPr="00216C44" w14:paraId="4D015C64" w14:textId="77777777" w:rsidTr="00B31281">
        <w:tc>
          <w:tcPr>
            <w:tcW w:w="851" w:type="dxa"/>
            <w:vAlign w:val="center"/>
          </w:tcPr>
          <w:p w14:paraId="022B7007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775606F" w14:textId="03E7C57B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Poszerzenie słownictwa ogólnego oraz wprowadzenie słownictwa specjalistycznego (słownictwa z zakresu pedagogiki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ora</w:t>
            </w:r>
            <w:r w:rsidR="00AE36E1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903991">
              <w:rPr>
                <w:rFonts w:ascii="Corbel" w:hAnsi="Corbel"/>
                <w:b w:val="0"/>
                <w:sz w:val="24"/>
                <w:szCs w:val="24"/>
              </w:rPr>
              <w:t xml:space="preserve"> z zakresu nauczania dzieci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  <w:tr w:rsidR="00387224" w:rsidRPr="00216C44" w14:paraId="1E28C577" w14:textId="77777777" w:rsidTr="00B31281">
        <w:tc>
          <w:tcPr>
            <w:tcW w:w="851" w:type="dxa"/>
            <w:vAlign w:val="center"/>
          </w:tcPr>
          <w:p w14:paraId="48423F8B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308CA1D2" w14:textId="1581F3D3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Przygotowanie do przedstawienia zagadnień dotyczących własnej tematyki zawod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t>wej w formie prezentacji opracowanej w oparciu o teksty fachowe.</w:t>
            </w:r>
          </w:p>
        </w:tc>
      </w:tr>
      <w:tr w:rsidR="00387224" w:rsidRPr="00216C44" w14:paraId="6989A516" w14:textId="77777777" w:rsidTr="00B31281">
        <w:tc>
          <w:tcPr>
            <w:tcW w:w="851" w:type="dxa"/>
            <w:vAlign w:val="center"/>
          </w:tcPr>
          <w:p w14:paraId="1D2C2758" w14:textId="77777777" w:rsidR="00387224" w:rsidRPr="00216C44" w:rsidRDefault="00387224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41EE2EE3" w14:textId="77777777" w:rsidR="00387224" w:rsidRPr="00216C44" w:rsidRDefault="00387224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16C44">
              <w:rPr>
                <w:rFonts w:ascii="Corbel" w:hAnsi="Corbel"/>
                <w:b w:val="0"/>
                <w:sz w:val="24"/>
                <w:szCs w:val="24"/>
              </w:rPr>
              <w:t xml:space="preserve">Przygotowanie do prowadzenia zajęć z języka angielskiego na etapie przedszkolnym </w:t>
            </w:r>
            <w:r w:rsidRPr="00216C44">
              <w:rPr>
                <w:rFonts w:ascii="Corbel" w:hAnsi="Corbel"/>
                <w:b w:val="0"/>
                <w:sz w:val="24"/>
                <w:szCs w:val="24"/>
              </w:rPr>
              <w:br/>
              <w:t>i wczesnoszkolnym.</w:t>
            </w:r>
          </w:p>
        </w:tc>
      </w:tr>
      <w:tr w:rsidR="00903991" w:rsidRPr="00216C44" w14:paraId="72691A12" w14:textId="77777777" w:rsidTr="00B31281">
        <w:tc>
          <w:tcPr>
            <w:tcW w:w="851" w:type="dxa"/>
            <w:vAlign w:val="center"/>
          </w:tcPr>
          <w:p w14:paraId="46ABE85E" w14:textId="165C8638" w:rsidR="00903991" w:rsidRPr="00216C44" w:rsidRDefault="00903991" w:rsidP="00B3128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14:paraId="4BFE35F7" w14:textId="0557D48E" w:rsidR="00903991" w:rsidRPr="00216C44" w:rsidRDefault="00903991" w:rsidP="007C5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kultury państw z obszaru anglojęzycznego oraz </w:t>
            </w:r>
            <w:r w:rsidR="00DC6BF0">
              <w:rPr>
                <w:rFonts w:ascii="Corbel" w:hAnsi="Corbel"/>
                <w:b w:val="0"/>
                <w:sz w:val="24"/>
                <w:szCs w:val="24"/>
              </w:rPr>
              <w:t xml:space="preserve">wybranej literatury dla dzieci w języku angielskim. </w:t>
            </w:r>
          </w:p>
        </w:tc>
      </w:tr>
    </w:tbl>
    <w:p w14:paraId="56198854" w14:textId="77777777" w:rsidR="00387224" w:rsidRDefault="00387224" w:rsidP="009C54AE">
      <w:pPr>
        <w:pStyle w:val="Podpunkty"/>
        <w:rPr>
          <w:rFonts w:ascii="Corbel" w:hAnsi="Corbel"/>
          <w:sz w:val="24"/>
          <w:szCs w:val="24"/>
        </w:rPr>
      </w:pPr>
    </w:p>
    <w:p w14:paraId="72463C3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F2ED3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75FDE6" w14:textId="2EA37C08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0DA19A5" w14:textId="77777777" w:rsidR="00387224" w:rsidRPr="009C54AE" w:rsidRDefault="00387224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22810FA" w14:textId="77777777" w:rsidR="00A6371B" w:rsidRPr="009C54AE" w:rsidRDefault="00A6371B" w:rsidP="00A6371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A6371B" w:rsidRPr="009C54AE" w14:paraId="7119CBF6" w14:textId="77777777" w:rsidTr="003E1B9B">
        <w:tc>
          <w:tcPr>
            <w:tcW w:w="1701" w:type="dxa"/>
            <w:vAlign w:val="center"/>
          </w:tcPr>
          <w:p w14:paraId="0620481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F79C11E" w14:textId="77777777" w:rsidR="00A6371B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CF268ED" w14:textId="5B4C52F3" w:rsidR="00A6371B" w:rsidRPr="0070344B" w:rsidRDefault="00C97DB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 xml:space="preserve">Student </w:t>
            </w:r>
            <w:bookmarkStart w:id="0" w:name="_GoBack"/>
            <w:bookmarkEnd w:id="0"/>
            <w:r w:rsidR="00A6371B" w:rsidRPr="0070344B">
              <w:rPr>
                <w:rFonts w:ascii="Corbel" w:hAnsi="Corbel"/>
                <w:smallCaps w:val="0"/>
                <w:szCs w:val="24"/>
              </w:rPr>
              <w:t>zna i rozumie/potrafi/jest gotów do:</w:t>
            </w:r>
          </w:p>
        </w:tc>
        <w:tc>
          <w:tcPr>
            <w:tcW w:w="1873" w:type="dxa"/>
            <w:vAlign w:val="center"/>
          </w:tcPr>
          <w:p w14:paraId="1AB01B73" w14:textId="77777777" w:rsidR="00A6371B" w:rsidRPr="009C54AE" w:rsidRDefault="00A6371B" w:rsidP="003E1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6371B" w:rsidRPr="009C54AE" w14:paraId="7DC5272D" w14:textId="77777777" w:rsidTr="00174B47">
        <w:tc>
          <w:tcPr>
            <w:tcW w:w="1701" w:type="dxa"/>
          </w:tcPr>
          <w:p w14:paraId="05B29D9F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0559CFA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podstawowe struktury gramatyczne oraz formy językowe</w:t>
            </w:r>
          </w:p>
        </w:tc>
        <w:tc>
          <w:tcPr>
            <w:tcW w:w="1873" w:type="dxa"/>
            <w:vAlign w:val="center"/>
          </w:tcPr>
          <w:p w14:paraId="5F73EFD8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A6371B" w:rsidRPr="009C54AE" w14:paraId="0D651C3F" w14:textId="77777777" w:rsidTr="00174B47">
        <w:tc>
          <w:tcPr>
            <w:tcW w:w="1701" w:type="dxa"/>
          </w:tcPr>
          <w:p w14:paraId="0F7CF744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826A061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kulturę państw z danego obszaru językowego oraz wybraną literaturę, rymowanki i piosenki oraz zabawy dla dzieci w języku obcym</w:t>
            </w:r>
          </w:p>
        </w:tc>
        <w:tc>
          <w:tcPr>
            <w:tcW w:w="1873" w:type="dxa"/>
            <w:vAlign w:val="center"/>
          </w:tcPr>
          <w:p w14:paraId="0CE3775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</w:tc>
      </w:tr>
      <w:tr w:rsidR="00A6371B" w:rsidRPr="009C54AE" w14:paraId="2522D615" w14:textId="77777777" w:rsidTr="00174B47">
        <w:tc>
          <w:tcPr>
            <w:tcW w:w="1701" w:type="dxa"/>
          </w:tcPr>
          <w:p w14:paraId="7AF94AB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8B53B28" w14:textId="20C7524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wykorzystywać pogłębione kompetencje leksykalne, gr</w:t>
            </w:r>
            <w:r w:rsidRPr="00174B47">
              <w:rPr>
                <w:rFonts w:ascii="Corbel" w:hAnsi="Corbel"/>
                <w:sz w:val="24"/>
                <w:szCs w:val="24"/>
              </w:rPr>
              <w:t>a</w:t>
            </w:r>
            <w:r w:rsidRPr="00174B47">
              <w:rPr>
                <w:rFonts w:ascii="Corbel" w:hAnsi="Corbel"/>
                <w:sz w:val="24"/>
                <w:szCs w:val="24"/>
              </w:rPr>
              <w:t xml:space="preserve">matyczne, fonetyczne i </w:t>
            </w:r>
            <w:proofErr w:type="spellStart"/>
            <w:r w:rsidRPr="00174B47">
              <w:rPr>
                <w:rFonts w:ascii="Corbel" w:hAnsi="Corbel"/>
                <w:sz w:val="24"/>
                <w:szCs w:val="24"/>
              </w:rPr>
              <w:t>socjo</w:t>
            </w:r>
            <w:proofErr w:type="spellEnd"/>
            <w:r w:rsidRPr="00174B47">
              <w:rPr>
                <w:rFonts w:ascii="Corbel" w:hAnsi="Corbel"/>
                <w:sz w:val="24"/>
                <w:szCs w:val="24"/>
              </w:rPr>
              <w:t xml:space="preserve">-kulturowe </w:t>
            </w:r>
            <w:r w:rsidRPr="00174B47">
              <w:rPr>
                <w:rFonts w:ascii="Corbel" w:hAnsi="Corbel"/>
                <w:sz w:val="24"/>
                <w:szCs w:val="24"/>
              </w:rPr>
              <w:br/>
              <w:t>w komunikowaniu się w języku obcym</w:t>
            </w:r>
          </w:p>
        </w:tc>
        <w:tc>
          <w:tcPr>
            <w:tcW w:w="1873" w:type="dxa"/>
            <w:vAlign w:val="center"/>
          </w:tcPr>
          <w:p w14:paraId="6BAB492B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</w:tc>
      </w:tr>
      <w:tr w:rsidR="00A6371B" w:rsidRPr="009C54AE" w14:paraId="4517B21D" w14:textId="77777777" w:rsidTr="00174B47">
        <w:tc>
          <w:tcPr>
            <w:tcW w:w="1701" w:type="dxa"/>
          </w:tcPr>
          <w:p w14:paraId="447BA6FD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EK_04</w:t>
            </w:r>
          </w:p>
        </w:tc>
        <w:tc>
          <w:tcPr>
            <w:tcW w:w="6096" w:type="dxa"/>
          </w:tcPr>
          <w:p w14:paraId="56C21D10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posługiwać się sprawnościami w zakresie rozumienia ze słuchu, mówienia, czytania i pisania</w:t>
            </w:r>
          </w:p>
        </w:tc>
        <w:tc>
          <w:tcPr>
            <w:tcW w:w="1873" w:type="dxa"/>
            <w:vAlign w:val="center"/>
          </w:tcPr>
          <w:p w14:paraId="6FE1D0E4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</w:tc>
      </w:tr>
      <w:tr w:rsidR="00A6371B" w:rsidRPr="009C54AE" w14:paraId="25301B52" w14:textId="77777777" w:rsidTr="00174B47">
        <w:tc>
          <w:tcPr>
            <w:tcW w:w="1701" w:type="dxa"/>
          </w:tcPr>
          <w:p w14:paraId="3918E2F8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C8152B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samodzielnie zdobywać wiedzę i rozwijać swoje zawodowe umiejętności, korzystając z różnych źródeł w języku obcym</w:t>
            </w:r>
          </w:p>
        </w:tc>
        <w:tc>
          <w:tcPr>
            <w:tcW w:w="1873" w:type="dxa"/>
            <w:vAlign w:val="center"/>
          </w:tcPr>
          <w:p w14:paraId="783A3B18" w14:textId="77777777" w:rsidR="00C75FD9" w:rsidRDefault="00C75FD9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E0DAA1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</w:tc>
      </w:tr>
      <w:tr w:rsidR="00A6371B" w:rsidRPr="009C54AE" w14:paraId="125F5284" w14:textId="77777777" w:rsidTr="00174B47">
        <w:tc>
          <w:tcPr>
            <w:tcW w:w="1701" w:type="dxa"/>
          </w:tcPr>
          <w:p w14:paraId="4194E18B" w14:textId="77777777" w:rsidR="00A6371B" w:rsidRPr="009C54AE" w:rsidRDefault="00A6371B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79D79A6" w14:textId="77777777" w:rsidR="00A6371B" w:rsidRPr="00174B47" w:rsidRDefault="00A6371B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74B47">
              <w:rPr>
                <w:rFonts w:ascii="Corbel" w:hAnsi="Corbel"/>
                <w:sz w:val="24"/>
                <w:szCs w:val="24"/>
              </w:rPr>
              <w:t>dobierać w pracy z dziećmi lub uczniami odpowiednią lit</w:t>
            </w:r>
            <w:r w:rsidRPr="00174B47">
              <w:rPr>
                <w:rFonts w:ascii="Corbel" w:hAnsi="Corbel"/>
                <w:sz w:val="24"/>
                <w:szCs w:val="24"/>
              </w:rPr>
              <w:t>e</w:t>
            </w:r>
            <w:r w:rsidRPr="00174B47">
              <w:rPr>
                <w:rFonts w:ascii="Corbel" w:hAnsi="Corbel"/>
                <w:sz w:val="24"/>
                <w:szCs w:val="24"/>
              </w:rPr>
              <w:t>raturę, rymowanki i piosenki oraz zabawy w języku obcym</w:t>
            </w:r>
          </w:p>
        </w:tc>
        <w:tc>
          <w:tcPr>
            <w:tcW w:w="1873" w:type="dxa"/>
            <w:vAlign w:val="center"/>
          </w:tcPr>
          <w:p w14:paraId="3F509B37" w14:textId="77777777" w:rsidR="00A6371B" w:rsidRPr="009C54AE" w:rsidRDefault="00A6371B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174B47" w:rsidRPr="009C54AE" w14:paraId="719780E2" w14:textId="77777777" w:rsidTr="00174B47">
        <w:tc>
          <w:tcPr>
            <w:tcW w:w="1701" w:type="dxa"/>
          </w:tcPr>
          <w:p w14:paraId="6DED5B01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45C93963" w14:textId="5532407D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skonstruować sytuacje wychowawczo-dydaktyczne w na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czaniu języka obcego tak, aby zachęcać dzieci i uczniów do skutecznego działania.</w:t>
            </w:r>
          </w:p>
        </w:tc>
        <w:tc>
          <w:tcPr>
            <w:tcW w:w="1873" w:type="dxa"/>
            <w:vAlign w:val="center"/>
          </w:tcPr>
          <w:p w14:paraId="53AB66E7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174B47" w:rsidRPr="009C54AE" w14:paraId="1A0E94F8" w14:textId="77777777" w:rsidTr="00174B47">
        <w:tc>
          <w:tcPr>
            <w:tcW w:w="1701" w:type="dxa"/>
          </w:tcPr>
          <w:p w14:paraId="5C385D8E" w14:textId="77777777" w:rsidR="00174B47" w:rsidRPr="009C54AE" w:rsidRDefault="00174B47" w:rsidP="003E1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F2AEB14" w14:textId="61F12286" w:rsidR="00174B47" w:rsidRPr="00174B47" w:rsidRDefault="00174B47" w:rsidP="00174B4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Autorefleksji nad posiadanymi kompetencjami, podejm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wania kształcenia i pracy w celu rozwoju umiejętności jęz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kowych.</w:t>
            </w:r>
          </w:p>
        </w:tc>
        <w:tc>
          <w:tcPr>
            <w:tcW w:w="1873" w:type="dxa"/>
            <w:vAlign w:val="center"/>
          </w:tcPr>
          <w:p w14:paraId="5C894AFC" w14:textId="77777777" w:rsidR="00174B47" w:rsidRPr="009C54AE" w:rsidRDefault="00174B47" w:rsidP="00174B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C6BF0">
              <w:rPr>
                <w:rFonts w:ascii="Corbel" w:hAnsi="Corbel"/>
                <w:b w:val="0"/>
                <w:smallCaps w:val="0"/>
                <w:szCs w:val="24"/>
              </w:rPr>
              <w:t>PPiW.K2</w:t>
            </w:r>
          </w:p>
        </w:tc>
      </w:tr>
    </w:tbl>
    <w:p w14:paraId="039A0CD7" w14:textId="62B8B7D0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3709C46" w14:textId="77777777" w:rsidR="00A6371B" w:rsidRPr="009C54AE" w:rsidRDefault="00A6371B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2BB1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5087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5C89F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4B5982" w14:textId="77777777" w:rsidTr="009F2363">
        <w:tc>
          <w:tcPr>
            <w:tcW w:w="9520" w:type="dxa"/>
          </w:tcPr>
          <w:p w14:paraId="5F25196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86FD52F" w14:textId="77777777" w:rsidTr="009F2363">
        <w:tc>
          <w:tcPr>
            <w:tcW w:w="9520" w:type="dxa"/>
          </w:tcPr>
          <w:p w14:paraId="3EB59DB4" w14:textId="1F236DCE" w:rsidR="0085747A" w:rsidRPr="009C54AE" w:rsidRDefault="00867107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</w:t>
            </w:r>
          </w:p>
        </w:tc>
      </w:tr>
    </w:tbl>
    <w:p w14:paraId="78339A6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B7EB7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D1F48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0DD1A8E" w14:textId="77777777" w:rsidTr="00871DF8">
        <w:tc>
          <w:tcPr>
            <w:tcW w:w="9520" w:type="dxa"/>
          </w:tcPr>
          <w:p w14:paraId="319F8C7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F2363" w:rsidRPr="009C54AE" w14:paraId="6D719DF8" w14:textId="77777777" w:rsidTr="00871DF8">
        <w:tc>
          <w:tcPr>
            <w:tcW w:w="9520" w:type="dxa"/>
          </w:tcPr>
          <w:p w14:paraId="38DC107F" w14:textId="0D8208BA" w:rsidR="009F2363" w:rsidRPr="00867107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Pogłębianie kompetencji leksykalnych i doskonalenie sprawności w zakresie rozumienia </w:t>
            </w:r>
            <w:r w:rsidR="009D6C56" w:rsidRPr="00867107">
              <w:rPr>
                <w:rFonts w:ascii="Corbel" w:hAnsi="Corbel"/>
                <w:bCs/>
                <w:sz w:val="24"/>
                <w:szCs w:val="24"/>
              </w:rPr>
              <w:t>z</w:t>
            </w:r>
            <w:r w:rsidRPr="00867107">
              <w:rPr>
                <w:rFonts w:ascii="Corbel" w:hAnsi="Corbel"/>
                <w:bCs/>
                <w:sz w:val="24"/>
                <w:szCs w:val="24"/>
              </w:rPr>
              <w:t xml:space="preserve">e słuchu, mówienia, czytania i pisania.  </w:t>
            </w:r>
          </w:p>
        </w:tc>
      </w:tr>
      <w:tr w:rsidR="009F2363" w:rsidRPr="009C54AE" w14:paraId="5A323593" w14:textId="77777777" w:rsidTr="00871DF8">
        <w:tc>
          <w:tcPr>
            <w:tcW w:w="9520" w:type="dxa"/>
          </w:tcPr>
          <w:p w14:paraId="1FD56FE4" w14:textId="24F053AB" w:rsidR="009F2363" w:rsidRPr="008137D3" w:rsidRDefault="009F2363" w:rsidP="007C54FD">
            <w:pPr>
              <w:pStyle w:val="Akapitzlist"/>
              <w:spacing w:after="0" w:line="240" w:lineRule="auto"/>
              <w:ind w:left="708" w:hanging="708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semestr 3 i 4</w:t>
            </w:r>
          </w:p>
        </w:tc>
      </w:tr>
      <w:tr w:rsidR="0085747A" w:rsidRPr="009C54AE" w14:paraId="2AD224A1" w14:textId="77777777" w:rsidTr="00871DF8">
        <w:tc>
          <w:tcPr>
            <w:tcW w:w="9520" w:type="dxa"/>
          </w:tcPr>
          <w:p w14:paraId="4D50AB8D" w14:textId="17A6037F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Nauka w szkole, studia na uniwersytecie, życie studenckie, udział studentów w życiu społec</w:t>
            </w:r>
            <w:r w:rsidRPr="009F2363">
              <w:rPr>
                <w:rFonts w:ascii="Corbel" w:hAnsi="Corbel"/>
                <w:sz w:val="24"/>
                <w:szCs w:val="24"/>
              </w:rPr>
              <w:t>z</w:t>
            </w:r>
            <w:r w:rsidRPr="009F2363">
              <w:rPr>
                <w:rFonts w:ascii="Corbel" w:hAnsi="Corbel"/>
                <w:sz w:val="24"/>
                <w:szCs w:val="24"/>
              </w:rPr>
              <w:t>nym.</w:t>
            </w:r>
            <w:r>
              <w:rPr>
                <w:rFonts w:ascii="Corbel" w:hAnsi="Corbel"/>
                <w:sz w:val="24"/>
                <w:szCs w:val="24"/>
              </w:rPr>
              <w:t xml:space="preserve"> Dyskusja z argumentacją. Wypowiedź pisemna. </w:t>
            </w:r>
          </w:p>
        </w:tc>
      </w:tr>
      <w:tr w:rsidR="0085747A" w:rsidRPr="009C54AE" w14:paraId="10C12606" w14:textId="77777777" w:rsidTr="00871DF8">
        <w:tc>
          <w:tcPr>
            <w:tcW w:w="9520" w:type="dxa"/>
          </w:tcPr>
          <w:p w14:paraId="5AD3F740" w14:textId="12127392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Człowiek, rodzina, przyjaciele, życie rodzinne i towarzyskie, wygląd, cechy charakteru, relacje międzyludzkie.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Relacjonowanie, argumentowanie, dyskusja.</w:t>
            </w:r>
          </w:p>
        </w:tc>
      </w:tr>
      <w:tr w:rsidR="0085747A" w:rsidRPr="009C54AE" w14:paraId="0EEEA4CB" w14:textId="77777777" w:rsidTr="00871DF8">
        <w:tc>
          <w:tcPr>
            <w:tcW w:w="9520" w:type="dxa"/>
          </w:tcPr>
          <w:p w14:paraId="5CDC6A80" w14:textId="2DF19F86" w:rsidR="0085747A" w:rsidRPr="009C54AE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2363">
              <w:rPr>
                <w:rFonts w:ascii="Corbel" w:hAnsi="Corbel"/>
                <w:sz w:val="24"/>
                <w:szCs w:val="24"/>
              </w:rPr>
              <w:t>Praca, zawody, warunki pracy, zatrudnienie, rynek pracy, CV i list motywacyjny, rozmowa kwalifikacyjna.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 J</w:t>
            </w:r>
            <w:r w:rsidR="00317435" w:rsidRPr="00317435">
              <w:rPr>
                <w:rFonts w:ascii="Corbel" w:hAnsi="Corbel"/>
                <w:sz w:val="24"/>
                <w:szCs w:val="24"/>
              </w:rPr>
              <w:t>ak się przygotować, opracowywanie pytań i odpowiedzi</w:t>
            </w:r>
            <w:r w:rsidR="0031743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4E6188D6" w14:textId="77777777" w:rsidTr="00871DF8">
        <w:tc>
          <w:tcPr>
            <w:tcW w:w="9520" w:type="dxa"/>
          </w:tcPr>
          <w:p w14:paraId="2DA5D823" w14:textId="40419D8E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Czas wolny, zainteresowania, styl życia, sport, dyscypliny sportowe. </w:t>
            </w:r>
            <w:r w:rsidR="00317435">
              <w:rPr>
                <w:rFonts w:ascii="Corbel" w:hAnsi="Corbel"/>
                <w:sz w:val="24"/>
                <w:szCs w:val="24"/>
              </w:rPr>
              <w:t>Projekty grupowe stude</w:t>
            </w:r>
            <w:r w:rsidR="00317435">
              <w:rPr>
                <w:rFonts w:ascii="Corbel" w:hAnsi="Corbel"/>
                <w:sz w:val="24"/>
                <w:szCs w:val="24"/>
              </w:rPr>
              <w:t>n</w:t>
            </w:r>
            <w:r w:rsidR="00317435">
              <w:rPr>
                <w:rFonts w:ascii="Corbel" w:hAnsi="Corbel"/>
                <w:sz w:val="24"/>
                <w:szCs w:val="24"/>
              </w:rPr>
              <w:t>tów.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71DF8" w:rsidRPr="009C54AE" w14:paraId="267E4B0F" w14:textId="77777777" w:rsidTr="00871DF8">
        <w:tc>
          <w:tcPr>
            <w:tcW w:w="9520" w:type="dxa"/>
          </w:tcPr>
          <w:p w14:paraId="0579A367" w14:textId="4CE84F5E" w:rsidR="00871DF8" w:rsidRPr="00216C44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Dom i miejsce zamieszkania, zalety i wady życia w mieśc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ie / na wsi, problemy związane </w:t>
            </w:r>
            <w:r w:rsidRPr="00216C44">
              <w:rPr>
                <w:rFonts w:ascii="Corbel" w:hAnsi="Corbel"/>
                <w:sz w:val="24"/>
                <w:szCs w:val="24"/>
              </w:rPr>
              <w:t xml:space="preserve">z mieszkaniem, negocjacje. </w:t>
            </w:r>
          </w:p>
        </w:tc>
      </w:tr>
      <w:tr w:rsidR="009F2363" w:rsidRPr="009C54AE" w14:paraId="1059B97E" w14:textId="77777777" w:rsidTr="00871DF8">
        <w:tc>
          <w:tcPr>
            <w:tcW w:w="9520" w:type="dxa"/>
          </w:tcPr>
          <w:p w14:paraId="29C547A1" w14:textId="4C849346" w:rsidR="009F2363" w:rsidRPr="009F2363" w:rsidRDefault="009F236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Etapy w życiu człowieka, wspomnienia i pamięć o przeszłości, plany na przyszłość (prywatne </w:t>
            </w:r>
            <w:r w:rsidRPr="00216C44">
              <w:rPr>
                <w:rFonts w:ascii="Corbel" w:hAnsi="Corbel"/>
                <w:sz w:val="24"/>
                <w:szCs w:val="24"/>
              </w:rPr>
              <w:br/>
              <w:t>i zawodowe).</w:t>
            </w:r>
            <w:r w:rsidR="009510EB">
              <w:rPr>
                <w:rFonts w:ascii="Corbel" w:hAnsi="Corbel"/>
                <w:sz w:val="24"/>
                <w:szCs w:val="24"/>
              </w:rPr>
              <w:t xml:space="preserve"> Praca z tekstem oryginalnym. Przygotowanie wypowiedzi pisemnej. </w:t>
            </w:r>
          </w:p>
        </w:tc>
      </w:tr>
      <w:tr w:rsidR="009F2363" w:rsidRPr="009C54AE" w14:paraId="553A3634" w14:textId="77777777" w:rsidTr="00871DF8">
        <w:tc>
          <w:tcPr>
            <w:tcW w:w="9520" w:type="dxa"/>
          </w:tcPr>
          <w:p w14:paraId="4136251A" w14:textId="0D39764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problem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pedagogiki ze szczególnym uwzględnieniem pedagogiki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Praca z tekstem naukowym, translacja. </w:t>
            </w:r>
          </w:p>
        </w:tc>
      </w:tr>
      <w:tr w:rsidR="009F2363" w:rsidRPr="009C54AE" w14:paraId="32C0F50C" w14:textId="77777777" w:rsidTr="00871DF8">
        <w:tc>
          <w:tcPr>
            <w:tcW w:w="9520" w:type="dxa"/>
          </w:tcPr>
          <w:p w14:paraId="315C088E" w14:textId="693E8847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9510EB">
              <w:rPr>
                <w:rFonts w:ascii="Corbel" w:hAnsi="Corbel"/>
                <w:sz w:val="24"/>
                <w:szCs w:val="24"/>
              </w:rPr>
              <w:t>ozw</w:t>
            </w:r>
            <w:r>
              <w:rPr>
                <w:rFonts w:ascii="Corbel" w:hAnsi="Corbel"/>
                <w:sz w:val="24"/>
                <w:szCs w:val="24"/>
              </w:rPr>
              <w:t>ój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człowieka, wychowani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 i kształceni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9510EB">
              <w:rPr>
                <w:rFonts w:ascii="Corbel" w:hAnsi="Corbel"/>
                <w:sz w:val="24"/>
                <w:szCs w:val="24"/>
              </w:rPr>
              <w:t>, ze szczególnym uwzględnieniem edukacji prze</w:t>
            </w:r>
            <w:r w:rsidRPr="009510EB">
              <w:rPr>
                <w:rFonts w:ascii="Corbel" w:hAnsi="Corbel"/>
                <w:sz w:val="24"/>
                <w:szCs w:val="24"/>
              </w:rPr>
              <w:t>d</w:t>
            </w:r>
            <w:r w:rsidRPr="009510EB">
              <w:rPr>
                <w:rFonts w:ascii="Corbel" w:hAnsi="Corbel"/>
                <w:sz w:val="24"/>
                <w:szCs w:val="24"/>
              </w:rPr>
              <w:t>szkolnej i wczesnoszkolne</w:t>
            </w:r>
            <w:r>
              <w:rPr>
                <w:rFonts w:ascii="Corbel" w:hAnsi="Corbel"/>
                <w:sz w:val="24"/>
                <w:szCs w:val="24"/>
              </w:rPr>
              <w:t xml:space="preserve">j. Praca z tekstem oryginalnym. Dyskusja </w:t>
            </w:r>
            <w:r w:rsidR="00317435">
              <w:rPr>
                <w:rFonts w:ascii="Corbel" w:hAnsi="Corbel"/>
                <w:sz w:val="24"/>
                <w:szCs w:val="24"/>
              </w:rPr>
              <w:t xml:space="preserve">z argumentacją. </w:t>
            </w:r>
          </w:p>
        </w:tc>
      </w:tr>
      <w:tr w:rsidR="009F2363" w:rsidRPr="009C54AE" w14:paraId="03115B95" w14:textId="77777777" w:rsidTr="00871DF8">
        <w:tc>
          <w:tcPr>
            <w:tcW w:w="9520" w:type="dxa"/>
          </w:tcPr>
          <w:p w14:paraId="31DCEA32" w14:textId="03DE295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roces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wychowania i kształcenia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realizowan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na poziomie edukacji przedszkolnej</w:t>
            </w:r>
            <w:r w:rsidR="00DE7C66">
              <w:rPr>
                <w:rFonts w:ascii="Corbel" w:hAnsi="Corbel"/>
                <w:sz w:val="24"/>
                <w:szCs w:val="24"/>
              </w:rPr>
              <w:t xml:space="preserve"> 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17435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</w:t>
            </w:r>
            <w:r w:rsidRPr="00317435">
              <w:rPr>
                <w:rFonts w:ascii="Corbel" w:hAnsi="Corbel"/>
                <w:sz w:val="24"/>
                <w:szCs w:val="24"/>
              </w:rPr>
              <w:t>o</w:t>
            </w:r>
            <w:r w:rsidRPr="00317435">
              <w:rPr>
                <w:rFonts w:ascii="Corbel" w:hAnsi="Corbel"/>
                <w:sz w:val="24"/>
                <w:szCs w:val="24"/>
              </w:rPr>
              <w:t>sowanie w pisaniu referatów i prac dyplomowych)</w:t>
            </w:r>
          </w:p>
        </w:tc>
      </w:tr>
      <w:tr w:rsidR="009F2363" w:rsidRPr="009C54AE" w14:paraId="73EA70E1" w14:textId="77777777" w:rsidTr="00871DF8">
        <w:tc>
          <w:tcPr>
            <w:tcW w:w="9520" w:type="dxa"/>
          </w:tcPr>
          <w:p w14:paraId="456CA45E" w14:textId="56759D38" w:rsidR="009F2363" w:rsidRPr="009F2363" w:rsidRDefault="009510EB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0EB">
              <w:rPr>
                <w:rFonts w:ascii="Corbel" w:hAnsi="Corbel"/>
                <w:sz w:val="24"/>
                <w:szCs w:val="24"/>
              </w:rPr>
              <w:t>System oświaty w Polsce. Zasady funkcjonowania instytucji edukacyjnych w wybranych kr</w:t>
            </w:r>
            <w:r w:rsidRPr="009510EB">
              <w:rPr>
                <w:rFonts w:ascii="Corbel" w:hAnsi="Corbel"/>
                <w:sz w:val="24"/>
                <w:szCs w:val="24"/>
              </w:rPr>
              <w:t>a</w:t>
            </w:r>
            <w:r w:rsidRPr="009510EB">
              <w:rPr>
                <w:rFonts w:ascii="Corbel" w:hAnsi="Corbel"/>
                <w:sz w:val="24"/>
                <w:szCs w:val="24"/>
              </w:rPr>
              <w:t>jach UE. Teksty oryginalne i możliwości translacyjne –tradycyjne i z wykorzystaniem translat</w:t>
            </w:r>
            <w:r w:rsidRPr="009510EB">
              <w:rPr>
                <w:rFonts w:ascii="Corbel" w:hAnsi="Corbel"/>
                <w:sz w:val="24"/>
                <w:szCs w:val="24"/>
              </w:rPr>
              <w:t>o</w:t>
            </w:r>
            <w:r w:rsidRPr="009510EB">
              <w:rPr>
                <w:rFonts w:ascii="Corbel" w:hAnsi="Corbel"/>
                <w:sz w:val="24"/>
                <w:szCs w:val="24"/>
              </w:rPr>
              <w:lastRenderedPageBreak/>
              <w:t>rów elektronicznych- wady i zalety.</w:t>
            </w:r>
          </w:p>
        </w:tc>
      </w:tr>
      <w:tr w:rsidR="009F2363" w:rsidRPr="009C54AE" w14:paraId="2D6573B5" w14:textId="77777777" w:rsidTr="00871DF8">
        <w:tc>
          <w:tcPr>
            <w:tcW w:w="9520" w:type="dxa"/>
          </w:tcPr>
          <w:p w14:paraId="0F077D7A" w14:textId="2CCADF91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17435">
              <w:rPr>
                <w:rFonts w:ascii="Corbel" w:hAnsi="Corbel"/>
                <w:sz w:val="24"/>
                <w:szCs w:val="24"/>
              </w:rPr>
              <w:lastRenderedPageBreak/>
              <w:t>Udział studentów w życiu społecznym ze szczególnym uwzględnieniem wolontariatu. Rel</w:t>
            </w:r>
            <w:r w:rsidRPr="00317435"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>cjonowanie, argumentowanie, dyskusja.</w:t>
            </w:r>
          </w:p>
        </w:tc>
      </w:tr>
      <w:tr w:rsidR="009F2363" w:rsidRPr="009C54AE" w14:paraId="245DEBF0" w14:textId="77777777" w:rsidTr="00871DF8">
        <w:tc>
          <w:tcPr>
            <w:tcW w:w="9520" w:type="dxa"/>
          </w:tcPr>
          <w:p w14:paraId="3ECB9D4A" w14:textId="3814E274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Kultura, twórcy i ich dzieła, uczestnictwo w kulturze.</w:t>
            </w:r>
          </w:p>
        </w:tc>
      </w:tr>
      <w:tr w:rsidR="00054682" w:rsidRPr="009C54AE" w14:paraId="32F202CA" w14:textId="77777777" w:rsidTr="00871DF8">
        <w:tc>
          <w:tcPr>
            <w:tcW w:w="9520" w:type="dxa"/>
          </w:tcPr>
          <w:p w14:paraId="2BC4AB72" w14:textId="190AC06B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prac pisemnych (streszczenie, artykuł, rozprawka, list intencyjny, list motyw</w:t>
            </w:r>
            <w:r w:rsidRPr="00C130AA">
              <w:rPr>
                <w:rFonts w:ascii="Corbel" w:hAnsi="Corbel"/>
                <w:sz w:val="24"/>
                <w:szCs w:val="24"/>
              </w:rPr>
              <w:t>a</w:t>
            </w:r>
            <w:r w:rsidRPr="00C130AA">
              <w:rPr>
                <w:rFonts w:ascii="Corbel" w:hAnsi="Corbel"/>
                <w:sz w:val="24"/>
                <w:szCs w:val="24"/>
              </w:rPr>
              <w:t xml:space="preserve">cyjny). </w:t>
            </w:r>
          </w:p>
        </w:tc>
      </w:tr>
      <w:tr w:rsidR="00054682" w:rsidRPr="009C54AE" w14:paraId="574A6F0B" w14:textId="77777777" w:rsidTr="00871DF8">
        <w:tc>
          <w:tcPr>
            <w:tcW w:w="9520" w:type="dxa"/>
          </w:tcPr>
          <w:p w14:paraId="4128DA45" w14:textId="7CB82393" w:rsidR="00054682" w:rsidRPr="00C130AA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Przygotowanie prezentacji indywidulanej / referatu. Wymagania dotyczące prezentacji mu</w:t>
            </w:r>
            <w:r w:rsidRPr="00054682">
              <w:rPr>
                <w:rFonts w:ascii="Corbel" w:hAnsi="Corbel"/>
                <w:sz w:val="24"/>
                <w:szCs w:val="24"/>
              </w:rPr>
              <w:t>l</w:t>
            </w:r>
            <w:r w:rsidRPr="00054682">
              <w:rPr>
                <w:rFonts w:ascii="Corbel" w:hAnsi="Corbel"/>
                <w:sz w:val="24"/>
                <w:szCs w:val="24"/>
              </w:rPr>
              <w:t>timedialnych – omówienie.</w:t>
            </w:r>
          </w:p>
        </w:tc>
      </w:tr>
      <w:tr w:rsidR="009F2363" w:rsidRPr="009C54AE" w14:paraId="0C02A8C7" w14:textId="77777777" w:rsidTr="00871DF8">
        <w:tc>
          <w:tcPr>
            <w:tcW w:w="9520" w:type="dxa"/>
          </w:tcPr>
          <w:p w14:paraId="5FBDB62C" w14:textId="3396E3AD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 xml:space="preserve">Rok </w:t>
            </w:r>
            <w:r w:rsidR="00871DF8" w:rsidRPr="008137D3">
              <w:rPr>
                <w:rFonts w:ascii="Corbel" w:hAnsi="Corbel"/>
                <w:b/>
                <w:bCs/>
                <w:sz w:val="24"/>
                <w:szCs w:val="24"/>
              </w:rPr>
              <w:t>I</w:t>
            </w: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II, semestr 5 i 6</w:t>
            </w:r>
          </w:p>
        </w:tc>
      </w:tr>
      <w:tr w:rsidR="009F2363" w:rsidRPr="009C54AE" w14:paraId="4BC4363E" w14:textId="77777777" w:rsidTr="00871DF8">
        <w:tc>
          <w:tcPr>
            <w:tcW w:w="9520" w:type="dxa"/>
          </w:tcPr>
          <w:p w14:paraId="070AFE23" w14:textId="5BA1ED5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Podróże, wakacje, środki transportu, problemy w podróży, destynacje wakacyjne, pogoda.</w:t>
            </w:r>
          </w:p>
        </w:tc>
      </w:tr>
      <w:tr w:rsidR="009F2363" w:rsidRPr="009C54AE" w14:paraId="638B7749" w14:textId="77777777" w:rsidTr="00871DF8">
        <w:tc>
          <w:tcPr>
            <w:tcW w:w="9520" w:type="dxa"/>
          </w:tcPr>
          <w:p w14:paraId="5EC91730" w14:textId="67ECE5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Nauka i technika, wynalazki i odkrycia, korzystanie z urządzeń elektronicznych.</w:t>
            </w:r>
          </w:p>
        </w:tc>
      </w:tr>
      <w:tr w:rsidR="009F2363" w:rsidRPr="009C54AE" w14:paraId="3CFDD104" w14:textId="77777777" w:rsidTr="00871DF8">
        <w:tc>
          <w:tcPr>
            <w:tcW w:w="9520" w:type="dxa"/>
          </w:tcPr>
          <w:p w14:paraId="63332ACC" w14:textId="7F48C873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Państwo i społeczeństwo, urzędy, organizacje międzynarodowe, przestępczość, polityka, rel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gia, gospodarka.</w:t>
            </w:r>
          </w:p>
        </w:tc>
      </w:tr>
      <w:tr w:rsidR="009F2363" w:rsidRPr="009C54AE" w14:paraId="01D31852" w14:textId="77777777" w:rsidTr="00871DF8">
        <w:tc>
          <w:tcPr>
            <w:tcW w:w="9520" w:type="dxa"/>
          </w:tcPr>
          <w:p w14:paraId="22751C80" w14:textId="707C0F62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</w:t>
            </w:r>
            <w:r w:rsidRPr="00317435">
              <w:rPr>
                <w:rFonts w:ascii="Corbel" w:hAnsi="Corbel"/>
                <w:sz w:val="24"/>
                <w:szCs w:val="24"/>
              </w:rPr>
              <w:t>łówn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środowisk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wychowawcz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317435">
              <w:rPr>
                <w:rFonts w:ascii="Corbel" w:hAnsi="Corbel"/>
                <w:sz w:val="24"/>
                <w:szCs w:val="24"/>
              </w:rPr>
              <w:t xml:space="preserve"> dzieci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 xml:space="preserve">. Praca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>
              <w:rPr>
                <w:rFonts w:ascii="Corbel" w:hAnsi="Corbel"/>
                <w:sz w:val="24"/>
                <w:szCs w:val="24"/>
              </w:rPr>
              <w:t>z tekstem oryginalnym.</w:t>
            </w:r>
            <w:r>
              <w:t xml:space="preserve"> </w:t>
            </w:r>
            <w:r w:rsidRPr="00317435">
              <w:rPr>
                <w:rFonts w:ascii="Corbel" w:hAnsi="Corbel"/>
                <w:sz w:val="24"/>
                <w:szCs w:val="24"/>
              </w:rPr>
              <w:t>Streszczenie</w:t>
            </w:r>
            <w:r>
              <w:rPr>
                <w:rFonts w:ascii="Corbel" w:hAnsi="Corbel"/>
                <w:sz w:val="24"/>
                <w:szCs w:val="24"/>
              </w:rPr>
              <w:t>.  Dyskusja.</w:t>
            </w:r>
          </w:p>
        </w:tc>
      </w:tr>
      <w:tr w:rsidR="009F2363" w:rsidRPr="009C54AE" w14:paraId="46692478" w14:textId="77777777" w:rsidTr="00871DF8">
        <w:tc>
          <w:tcPr>
            <w:tcW w:w="9520" w:type="dxa"/>
          </w:tcPr>
          <w:p w14:paraId="57572D13" w14:textId="72113427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Potrzeby człowieka na różnych etapach życia. </w:t>
            </w:r>
          </w:p>
        </w:tc>
      </w:tr>
      <w:tr w:rsidR="009F2363" w:rsidRPr="009C54AE" w14:paraId="1D60493A" w14:textId="77777777" w:rsidTr="00871DF8">
        <w:tc>
          <w:tcPr>
            <w:tcW w:w="9520" w:type="dxa"/>
          </w:tcPr>
          <w:p w14:paraId="4B808AF9" w14:textId="7CE42FAA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054682">
              <w:rPr>
                <w:rFonts w:ascii="Corbel" w:hAnsi="Corbel"/>
                <w:sz w:val="24"/>
                <w:szCs w:val="24"/>
              </w:rPr>
              <w:t>odstawow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teori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procesu wychowania i kształcenia dzieci w wieku przedszkolnym i wcz</w:t>
            </w:r>
            <w:r w:rsidRPr="00054682">
              <w:rPr>
                <w:rFonts w:ascii="Corbel" w:hAnsi="Corbel"/>
                <w:sz w:val="24"/>
                <w:szCs w:val="24"/>
              </w:rPr>
              <w:t>e</w:t>
            </w:r>
            <w:r w:rsidRPr="00054682">
              <w:rPr>
                <w:rFonts w:ascii="Corbel" w:hAnsi="Corbel"/>
                <w:sz w:val="24"/>
                <w:szCs w:val="24"/>
              </w:rPr>
              <w:t>snoszkolnym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5468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9F2363" w:rsidRPr="009C54AE" w14:paraId="101540C6" w14:textId="77777777" w:rsidTr="00871DF8">
        <w:tc>
          <w:tcPr>
            <w:tcW w:w="9520" w:type="dxa"/>
          </w:tcPr>
          <w:p w14:paraId="3E319B07" w14:textId="4061F968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Etyka zawodu nauczyciela.</w:t>
            </w:r>
          </w:p>
        </w:tc>
      </w:tr>
      <w:tr w:rsidR="009F2363" w:rsidRPr="009C54AE" w14:paraId="6180F64B" w14:textId="77777777" w:rsidTr="00871DF8">
        <w:tc>
          <w:tcPr>
            <w:tcW w:w="9520" w:type="dxa"/>
          </w:tcPr>
          <w:p w14:paraId="7B861282" w14:textId="544EA9A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Wykorzystywanie nowych mediów pracy nauczyciela języka obcego.</w:t>
            </w:r>
          </w:p>
        </w:tc>
      </w:tr>
      <w:tr w:rsidR="009F2363" w:rsidRPr="009C54AE" w14:paraId="7FA967AD" w14:textId="77777777" w:rsidTr="00871DF8">
        <w:tc>
          <w:tcPr>
            <w:tcW w:w="9520" w:type="dxa"/>
          </w:tcPr>
          <w:p w14:paraId="54A95832" w14:textId="1B5B1E0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 w:rsidRPr="00871DF8">
              <w:rPr>
                <w:rFonts w:ascii="Corbel" w:hAnsi="Corbel"/>
                <w:sz w:val="24"/>
                <w:szCs w:val="24"/>
              </w:rPr>
              <w:t>i</w:t>
            </w:r>
            <w:r w:rsidRPr="00871DF8">
              <w:rPr>
                <w:rFonts w:ascii="Corbel" w:hAnsi="Corbel"/>
                <w:sz w:val="24"/>
                <w:szCs w:val="24"/>
              </w:rPr>
              <w:t>dulana studentów.</w:t>
            </w:r>
          </w:p>
        </w:tc>
      </w:tr>
      <w:tr w:rsidR="009F2363" w:rsidRPr="009C54AE" w14:paraId="2A085370" w14:textId="77777777" w:rsidTr="00871DF8">
        <w:tc>
          <w:tcPr>
            <w:tcW w:w="9520" w:type="dxa"/>
          </w:tcPr>
          <w:p w14:paraId="667ED042" w14:textId="2F218277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9F2363" w:rsidRPr="009C54AE" w14:paraId="0668CA02" w14:textId="77777777" w:rsidTr="00871DF8">
        <w:tc>
          <w:tcPr>
            <w:tcW w:w="9520" w:type="dxa"/>
          </w:tcPr>
          <w:p w14:paraId="6EDF450C" w14:textId="590576C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Badania pedagogiczne oraz wybrane metody, techniki i narzędzi badawczych. Praca z te</w:t>
            </w:r>
            <w:r w:rsidRPr="00871DF8">
              <w:rPr>
                <w:rFonts w:ascii="Corbel" w:hAnsi="Corbel"/>
                <w:sz w:val="24"/>
                <w:szCs w:val="24"/>
              </w:rPr>
              <w:t>k</w:t>
            </w:r>
            <w:r w:rsidRPr="00871DF8">
              <w:rPr>
                <w:rFonts w:ascii="Corbel" w:hAnsi="Corbel"/>
                <w:sz w:val="24"/>
                <w:szCs w:val="24"/>
              </w:rPr>
              <w:t>stem naukowym. Translacja.</w:t>
            </w:r>
          </w:p>
        </w:tc>
      </w:tr>
      <w:tr w:rsidR="009F2363" w:rsidRPr="009C54AE" w14:paraId="40C11E6C" w14:textId="77777777" w:rsidTr="00871DF8">
        <w:tc>
          <w:tcPr>
            <w:tcW w:w="9520" w:type="dxa"/>
          </w:tcPr>
          <w:p w14:paraId="7A699D36" w14:textId="6BD9E6CB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lternatywn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form</w:t>
            </w:r>
            <w:r w:rsidR="008137D3">
              <w:rPr>
                <w:rFonts w:ascii="Corbel" w:hAnsi="Corbel"/>
                <w:sz w:val="24"/>
                <w:szCs w:val="24"/>
              </w:rPr>
              <w:t>y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edukacji przedszkolnej i wczesnoszkolnej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9F2363" w:rsidRPr="009C54AE" w14:paraId="6569531A" w14:textId="77777777" w:rsidTr="00871DF8">
        <w:tc>
          <w:tcPr>
            <w:tcW w:w="9520" w:type="dxa"/>
          </w:tcPr>
          <w:p w14:paraId="1095FF21" w14:textId="2177EE9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unkcjonowania dzieci ze specjalnymi potrzebami edukacyjnymi w edukacji przedszkolnej </w:t>
            </w:r>
            <w:r w:rsidR="008137D3">
              <w:rPr>
                <w:rFonts w:ascii="Corbel" w:hAnsi="Corbel"/>
                <w:sz w:val="24"/>
                <w:szCs w:val="24"/>
              </w:rPr>
              <w:br/>
            </w:r>
            <w:r w:rsidR="009510EB" w:rsidRPr="009510EB">
              <w:rPr>
                <w:rFonts w:ascii="Corbel" w:hAnsi="Corbel"/>
                <w:sz w:val="24"/>
                <w:szCs w:val="24"/>
              </w:rPr>
              <w:t>i wczesnoszkolnej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F2363" w:rsidRPr="009C54AE" w14:paraId="34421AB8" w14:textId="77777777" w:rsidTr="00871DF8">
        <w:tc>
          <w:tcPr>
            <w:tcW w:w="9520" w:type="dxa"/>
          </w:tcPr>
          <w:p w14:paraId="3ED609C8" w14:textId="232764A2" w:rsidR="009F2363" w:rsidRPr="009F2363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9510EB">
              <w:rPr>
                <w:rFonts w:ascii="Corbel" w:hAnsi="Corbel"/>
                <w:sz w:val="24"/>
                <w:szCs w:val="24"/>
              </w:rPr>
              <w:t xml:space="preserve">spółczesnych technologii informacyjnych i ich roli w edukacji przedszkolnej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9510EB"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0EB">
              <w:rPr>
                <w:rFonts w:ascii="Corbel" w:hAnsi="Corbel"/>
                <w:sz w:val="24"/>
                <w:szCs w:val="24"/>
              </w:rPr>
              <w:t>wczesnoszkolnej</w:t>
            </w:r>
            <w:r>
              <w:rPr>
                <w:rFonts w:ascii="Corbel" w:hAnsi="Corbel"/>
                <w:sz w:val="24"/>
                <w:szCs w:val="24"/>
              </w:rPr>
              <w:t>, ze szczególnym uwzględnieniem nauki języka obcego.</w:t>
            </w:r>
          </w:p>
        </w:tc>
      </w:tr>
      <w:tr w:rsidR="00054682" w:rsidRPr="009C54AE" w14:paraId="254EADDD" w14:textId="77777777" w:rsidTr="00871DF8">
        <w:tc>
          <w:tcPr>
            <w:tcW w:w="9520" w:type="dxa"/>
          </w:tcPr>
          <w:p w14:paraId="75E9CC47" w14:textId="28BC8789" w:rsidR="00054682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4682">
              <w:rPr>
                <w:rFonts w:ascii="Corbel" w:hAnsi="Corbel"/>
                <w:sz w:val="24"/>
                <w:szCs w:val="24"/>
              </w:rPr>
              <w:t>Szukanie źródeł bibliograficznych. Praca z tekstem naukowym. Przygotowanie bibliografii.</w:t>
            </w:r>
          </w:p>
        </w:tc>
      </w:tr>
      <w:tr w:rsidR="009F2363" w:rsidRPr="009C54AE" w14:paraId="29FB4765" w14:textId="77777777" w:rsidTr="00871DF8">
        <w:tc>
          <w:tcPr>
            <w:tcW w:w="9520" w:type="dxa"/>
          </w:tcPr>
          <w:p w14:paraId="46E7141C" w14:textId="0FFD27C2" w:rsidR="009F2363" w:rsidRPr="008137D3" w:rsidRDefault="00317435" w:rsidP="007C5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IV, semestr 7 i 8.</w:t>
            </w:r>
          </w:p>
        </w:tc>
      </w:tr>
      <w:tr w:rsidR="009F2363" w:rsidRPr="009C54AE" w14:paraId="219CF6C7" w14:textId="77777777" w:rsidTr="00871DF8">
        <w:tc>
          <w:tcPr>
            <w:tcW w:w="9520" w:type="dxa"/>
          </w:tcPr>
          <w:p w14:paraId="68E12D8A" w14:textId="1EAD88C6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różnicowani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możliwości dzieci w wieku przedszkolnym i wczesnoszkolnym determinow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a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nych różnymi czynnikami natury biologicznej, psychologicznej, pedagogicznej, społecznej i kulturowej.</w:t>
            </w:r>
            <w:r>
              <w:rPr>
                <w:rFonts w:ascii="Corbel" w:hAnsi="Corbel"/>
                <w:sz w:val="24"/>
                <w:szCs w:val="24"/>
              </w:rPr>
              <w:t xml:space="preserve"> Praca z tekstem oryginalnym. Dyskusja i wypowiedź pisemna. </w:t>
            </w:r>
          </w:p>
        </w:tc>
      </w:tr>
      <w:tr w:rsidR="009F2363" w:rsidRPr="009C54AE" w14:paraId="66FA5377" w14:textId="77777777" w:rsidTr="00871DF8">
        <w:tc>
          <w:tcPr>
            <w:tcW w:w="9520" w:type="dxa"/>
          </w:tcPr>
          <w:p w14:paraId="1CEA6390" w14:textId="2F205B6D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Elementy kultury krajów anglojęzycznych. Praca z tekstem oryginalnym. Prezentacja indyw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 xml:space="preserve">dulana studentów. </w:t>
            </w:r>
          </w:p>
        </w:tc>
      </w:tr>
      <w:tr w:rsidR="009F2363" w:rsidRPr="009C54AE" w14:paraId="20E2BD83" w14:textId="77777777" w:rsidTr="00871DF8">
        <w:tc>
          <w:tcPr>
            <w:tcW w:w="9520" w:type="dxa"/>
          </w:tcPr>
          <w:p w14:paraId="1F4B254D" w14:textId="2A3475C4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spółpracy w grupie i przyjmowania w niej różnych ról</w:t>
            </w:r>
            <w:r>
              <w:rPr>
                <w:rFonts w:ascii="Corbel" w:hAnsi="Corbel"/>
                <w:sz w:val="24"/>
                <w:szCs w:val="24"/>
              </w:rPr>
              <w:t>. Dyskusja.</w:t>
            </w:r>
          </w:p>
        </w:tc>
      </w:tr>
      <w:tr w:rsidR="009F2363" w:rsidRPr="009C54AE" w14:paraId="5698749A" w14:textId="77777777" w:rsidTr="00871DF8">
        <w:tc>
          <w:tcPr>
            <w:tcW w:w="9520" w:type="dxa"/>
          </w:tcPr>
          <w:p w14:paraId="7EB09030" w14:textId="36A6356E" w:rsidR="009F2363" w:rsidRPr="009F2363" w:rsidRDefault="00317435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>okształcani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się i doskonaleni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9510EB" w:rsidRPr="009510EB">
              <w:rPr>
                <w:rFonts w:ascii="Corbel" w:hAnsi="Corbel"/>
                <w:sz w:val="24"/>
                <w:szCs w:val="24"/>
              </w:rPr>
              <w:t xml:space="preserve"> zawodowego</w:t>
            </w:r>
            <w:r>
              <w:rPr>
                <w:rFonts w:ascii="Corbel" w:hAnsi="Corbel"/>
                <w:sz w:val="24"/>
                <w:szCs w:val="24"/>
              </w:rPr>
              <w:t xml:space="preserve">. Projekty grupowe studentów. </w:t>
            </w:r>
          </w:p>
        </w:tc>
      </w:tr>
      <w:tr w:rsidR="009F2363" w:rsidRPr="009C54AE" w14:paraId="6703CA69" w14:textId="77777777" w:rsidTr="00871DF8">
        <w:tc>
          <w:tcPr>
            <w:tcW w:w="9520" w:type="dxa"/>
          </w:tcPr>
          <w:p w14:paraId="64CB5188" w14:textId="1FF84CD8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Edukacja przedszkolna i wczesnoszkolna – specyfika pracy nauczyciela języka obcego.</w:t>
            </w:r>
          </w:p>
        </w:tc>
      </w:tr>
      <w:tr w:rsidR="009F2363" w:rsidRPr="009C54AE" w14:paraId="348C994B" w14:textId="77777777" w:rsidTr="00871DF8">
        <w:tc>
          <w:tcPr>
            <w:tcW w:w="9520" w:type="dxa"/>
          </w:tcPr>
          <w:p w14:paraId="1A57C77C" w14:textId="22B016FF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Rozwój dziecka a nauczanie języka obcego.</w:t>
            </w:r>
          </w:p>
        </w:tc>
      </w:tr>
      <w:tr w:rsidR="009F2363" w:rsidRPr="009C54AE" w14:paraId="0D92ECD5" w14:textId="77777777" w:rsidTr="00871DF8">
        <w:tc>
          <w:tcPr>
            <w:tcW w:w="9520" w:type="dxa"/>
          </w:tcPr>
          <w:p w14:paraId="3B4628AB" w14:textId="7CBD525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Modele uczenia się języka przez dziecko.</w:t>
            </w:r>
          </w:p>
        </w:tc>
      </w:tr>
      <w:tr w:rsidR="009F2363" w:rsidRPr="009C54AE" w14:paraId="77461C39" w14:textId="77777777" w:rsidTr="00871DF8">
        <w:tc>
          <w:tcPr>
            <w:tcW w:w="9520" w:type="dxa"/>
          </w:tcPr>
          <w:p w14:paraId="51AD0FDB" w14:textId="2F985389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Konstruowanie sytuacji edukacyjnych wyzwalających aktywność językową małych dzieci.</w:t>
            </w:r>
          </w:p>
        </w:tc>
      </w:tr>
      <w:tr w:rsidR="009F2363" w:rsidRPr="009C54AE" w14:paraId="68BB4D95" w14:textId="77777777" w:rsidTr="00871DF8">
        <w:tc>
          <w:tcPr>
            <w:tcW w:w="9520" w:type="dxa"/>
          </w:tcPr>
          <w:p w14:paraId="6E73BA34" w14:textId="45B9297E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Literatura dziecięcia w nauczaniu języków obcych.</w:t>
            </w:r>
          </w:p>
        </w:tc>
      </w:tr>
      <w:tr w:rsidR="00871DF8" w:rsidRPr="009C54AE" w14:paraId="3E04544D" w14:textId="77777777" w:rsidTr="00871DF8">
        <w:tc>
          <w:tcPr>
            <w:tcW w:w="9520" w:type="dxa"/>
          </w:tcPr>
          <w:p w14:paraId="6A363E63" w14:textId="5F854BC2" w:rsidR="00871DF8" w:rsidRPr="00871DF8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ymowanki i piosenki oraz </w:t>
            </w:r>
            <w:r>
              <w:rPr>
                <w:rFonts w:ascii="Corbel" w:hAnsi="Corbel"/>
                <w:sz w:val="24"/>
                <w:szCs w:val="24"/>
              </w:rPr>
              <w:t xml:space="preserve">gry i </w:t>
            </w:r>
            <w:r w:rsidRPr="00871DF8">
              <w:rPr>
                <w:rFonts w:ascii="Corbel" w:hAnsi="Corbel"/>
                <w:sz w:val="24"/>
                <w:szCs w:val="24"/>
              </w:rPr>
              <w:t>zabawy dla dzieci w języku obcym.</w:t>
            </w:r>
          </w:p>
        </w:tc>
      </w:tr>
      <w:tr w:rsidR="009F2363" w:rsidRPr="009C54AE" w14:paraId="72A3F33E" w14:textId="77777777" w:rsidTr="00871DF8">
        <w:tc>
          <w:tcPr>
            <w:tcW w:w="9520" w:type="dxa"/>
          </w:tcPr>
          <w:p w14:paraId="26A3BD5A" w14:textId="110B6285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Sposoby prezentacji słownictwa</w:t>
            </w:r>
            <w:r w:rsidR="00CA0D37">
              <w:rPr>
                <w:rFonts w:ascii="Corbel" w:hAnsi="Corbel"/>
                <w:sz w:val="24"/>
                <w:szCs w:val="24"/>
              </w:rPr>
              <w:t xml:space="preserve"> anglojęzycznego na zajęciach w języku angielskim.</w:t>
            </w:r>
          </w:p>
        </w:tc>
      </w:tr>
      <w:tr w:rsidR="009F2363" w:rsidRPr="009C54AE" w14:paraId="20119FC4" w14:textId="77777777" w:rsidTr="00871DF8">
        <w:tc>
          <w:tcPr>
            <w:tcW w:w="9520" w:type="dxa"/>
          </w:tcPr>
          <w:p w14:paraId="1B5B7E86" w14:textId="2F2EC24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Zasady i metody wprowadzania małych dzieci w podstawowe zagadnienia z zakresu gramat</w:t>
            </w:r>
            <w:r w:rsidRPr="00871DF8">
              <w:rPr>
                <w:rFonts w:ascii="Corbel" w:hAnsi="Corbel"/>
                <w:sz w:val="24"/>
                <w:szCs w:val="24"/>
              </w:rPr>
              <w:t>y</w:t>
            </w:r>
            <w:r w:rsidRPr="00871DF8">
              <w:rPr>
                <w:rFonts w:ascii="Corbel" w:hAnsi="Corbel"/>
                <w:sz w:val="24"/>
                <w:szCs w:val="24"/>
              </w:rPr>
              <w:t>ki i ortografii.</w:t>
            </w:r>
          </w:p>
        </w:tc>
      </w:tr>
      <w:tr w:rsidR="009F2363" w:rsidRPr="009C54AE" w14:paraId="3F99E208" w14:textId="77777777" w:rsidTr="00871DF8">
        <w:tc>
          <w:tcPr>
            <w:tcW w:w="9520" w:type="dxa"/>
          </w:tcPr>
          <w:p w14:paraId="0C0BE697" w14:textId="2EF47DF0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P</w:t>
            </w:r>
            <w:r w:rsidRPr="00871DF8">
              <w:rPr>
                <w:rFonts w:ascii="Corbel" w:hAnsi="Corbel"/>
                <w:sz w:val="24"/>
                <w:szCs w:val="24"/>
              </w:rPr>
              <w:t>rzykładow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podręczni</w:t>
            </w:r>
            <w:r>
              <w:rPr>
                <w:rFonts w:ascii="Corbel" w:hAnsi="Corbel"/>
                <w:sz w:val="24"/>
                <w:szCs w:val="24"/>
              </w:rPr>
              <w:t>ki</w:t>
            </w:r>
            <w:r w:rsidRPr="00871DF8">
              <w:rPr>
                <w:rFonts w:ascii="Corbel" w:hAnsi="Corbel"/>
                <w:sz w:val="24"/>
                <w:szCs w:val="24"/>
              </w:rPr>
              <w:t xml:space="preserve"> do nauki języka angielskiego.</w:t>
            </w:r>
          </w:p>
        </w:tc>
      </w:tr>
      <w:tr w:rsidR="009F2363" w:rsidRPr="009C54AE" w14:paraId="47DECE73" w14:textId="77777777" w:rsidTr="00871DF8">
        <w:tc>
          <w:tcPr>
            <w:tcW w:w="9520" w:type="dxa"/>
          </w:tcPr>
          <w:p w14:paraId="2F115B0D" w14:textId="12D88D2A" w:rsidR="009F2363" w:rsidRPr="009F2363" w:rsidRDefault="00871DF8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DF8">
              <w:rPr>
                <w:rFonts w:ascii="Corbel" w:hAnsi="Corbel"/>
                <w:sz w:val="24"/>
                <w:szCs w:val="24"/>
              </w:rPr>
              <w:t>Prowadzenie fragmentu lekcji językowej.</w:t>
            </w:r>
          </w:p>
        </w:tc>
      </w:tr>
      <w:tr w:rsidR="00054682" w:rsidRPr="009C54AE" w14:paraId="67530E80" w14:textId="77777777" w:rsidTr="00871DF8">
        <w:tc>
          <w:tcPr>
            <w:tcW w:w="9520" w:type="dxa"/>
          </w:tcPr>
          <w:p w14:paraId="756964F5" w14:textId="1107C4AF" w:rsidR="00054682" w:rsidRPr="00871DF8" w:rsidRDefault="00054682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30AA">
              <w:rPr>
                <w:rFonts w:ascii="Corbel" w:hAnsi="Corbel"/>
                <w:sz w:val="24"/>
                <w:szCs w:val="24"/>
              </w:rPr>
              <w:t>Przygotowanie materiału koniecznego do opracowania pracy dyplomowej. Przygotowanie bibliografii i przypisów do źródeł obcojęzycznych jako elementu opracowania pracy dyplom</w:t>
            </w:r>
            <w:r w:rsidRPr="00C130AA">
              <w:rPr>
                <w:rFonts w:ascii="Corbel" w:hAnsi="Corbel"/>
                <w:sz w:val="24"/>
                <w:szCs w:val="24"/>
              </w:rPr>
              <w:t>o</w:t>
            </w:r>
            <w:r w:rsidRPr="00C130AA">
              <w:rPr>
                <w:rFonts w:ascii="Corbel" w:hAnsi="Corbel"/>
                <w:sz w:val="24"/>
                <w:szCs w:val="24"/>
              </w:rPr>
              <w:t>wej.</w:t>
            </w:r>
          </w:p>
        </w:tc>
      </w:tr>
      <w:tr w:rsidR="008137D3" w:rsidRPr="009C54AE" w14:paraId="3E2BB0C3" w14:textId="77777777" w:rsidTr="00871DF8">
        <w:tc>
          <w:tcPr>
            <w:tcW w:w="9520" w:type="dxa"/>
          </w:tcPr>
          <w:p w14:paraId="2DF8D5B8" w14:textId="7C628D76" w:rsidR="008137D3" w:rsidRPr="00C130AA" w:rsidRDefault="008137D3" w:rsidP="007C5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Warsztaty praktyczne z zakresu nauczania języka angielskiego dzieci w wieku przedszkolnym </w:t>
            </w:r>
            <w:r>
              <w:rPr>
                <w:rFonts w:ascii="Corbel" w:hAnsi="Corbel"/>
                <w:sz w:val="24"/>
                <w:szCs w:val="24"/>
              </w:rPr>
              <w:br/>
              <w:t>i wczesnoszkolnym.</w:t>
            </w:r>
          </w:p>
        </w:tc>
      </w:tr>
      <w:tr w:rsidR="00054682" w:rsidRPr="009C54AE" w14:paraId="7450C49C" w14:textId="77777777" w:rsidTr="00871DF8">
        <w:tc>
          <w:tcPr>
            <w:tcW w:w="9520" w:type="dxa"/>
          </w:tcPr>
          <w:p w14:paraId="1161E9BD" w14:textId="21396CF5" w:rsidR="00054682" w:rsidRPr="008137D3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137D3">
              <w:rPr>
                <w:rFonts w:ascii="Corbel" w:hAnsi="Corbel"/>
                <w:b/>
                <w:bCs/>
                <w:sz w:val="24"/>
                <w:szCs w:val="24"/>
              </w:rPr>
              <w:t>Rok II, II, IV, semestr3, 4, 5, 6, 7, 8</w:t>
            </w:r>
          </w:p>
        </w:tc>
      </w:tr>
      <w:tr w:rsidR="00054682" w:rsidRPr="009C54AE" w14:paraId="0F90CD58" w14:textId="77777777" w:rsidTr="00871DF8">
        <w:tc>
          <w:tcPr>
            <w:tcW w:w="9520" w:type="dxa"/>
          </w:tcPr>
          <w:p w14:paraId="4E8997C9" w14:textId="62CCEAD0" w:rsidR="00054682" w:rsidRPr="00C130AA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b/>
                <w:sz w:val="24"/>
                <w:szCs w:val="24"/>
              </w:rPr>
              <w:t>Zagadnienia gramatyczne</w:t>
            </w:r>
          </w:p>
        </w:tc>
      </w:tr>
      <w:tr w:rsidR="00054682" w:rsidRPr="009C54AE" w14:paraId="18E9FD42" w14:textId="77777777" w:rsidTr="00871DF8">
        <w:tc>
          <w:tcPr>
            <w:tcW w:w="9520" w:type="dxa"/>
          </w:tcPr>
          <w:p w14:paraId="0F91CCE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Gramatyka praktyczna –poprawne stosowanie struktur językowych:</w:t>
            </w:r>
          </w:p>
          <w:p w14:paraId="676F1E3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czasy gramatyczne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Tenses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2CE75C2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modalne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Modal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2C73024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strona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bierna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(Passive Voice)</w:t>
            </w:r>
          </w:p>
          <w:p w14:paraId="6E8EA519" w14:textId="77777777" w:rsidR="00054682" w:rsidRPr="00D325D0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mowa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>zależna</w:t>
            </w:r>
            <w:proofErr w:type="spellEnd"/>
            <w:r w:rsidRPr="00D325D0">
              <w:rPr>
                <w:rFonts w:ascii="Corbel" w:hAnsi="Corbel"/>
                <w:sz w:val="24"/>
                <w:szCs w:val="24"/>
                <w:lang w:val="en-GB"/>
              </w:rPr>
              <w:t xml:space="preserve"> (Reported Speech)</w:t>
            </w:r>
          </w:p>
          <w:p w14:paraId="7160AFF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tryby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warunkowe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(Conditional Sentences)</w:t>
            </w:r>
          </w:p>
          <w:p w14:paraId="254C32C9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podrzędne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(Subordinate Clauses)</w:t>
            </w:r>
          </w:p>
          <w:p w14:paraId="77451392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zdania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przydawkowe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(Defining and non-defining relative clauses)</w:t>
            </w:r>
          </w:p>
          <w:p w14:paraId="300CBDFA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GB"/>
              </w:rPr>
            </w:pPr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-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konstrukcje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>czasownikowe</w:t>
            </w:r>
            <w:proofErr w:type="spellEnd"/>
            <w:r w:rsidRPr="00216C44">
              <w:rPr>
                <w:rFonts w:ascii="Corbel" w:hAnsi="Corbel"/>
                <w:sz w:val="24"/>
                <w:szCs w:val="24"/>
                <w:lang w:val="en-GB"/>
              </w:rPr>
              <w:t xml:space="preserve"> (Verb structures and unreal past and present)</w:t>
            </w:r>
          </w:p>
          <w:p w14:paraId="73E0F60F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frazowe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Phrasal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184CA047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czasowniki i budowa słowotwórcza czasownika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4EAD7CF6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rzeczowniki i budowa słowotwórcza rzeczownika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Nouns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709FD9E8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przymiotniki i budowa słowotwórcza przymiotnika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Adjectives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3F7792B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przysłówki i budowa słowotwórcza przysłówka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Adverbs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and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word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formation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6945476E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przyimki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Prepositions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  <w:p w14:paraId="5E2A541E" w14:textId="2D384C82" w:rsidR="00054682" w:rsidRPr="00C130AA" w:rsidRDefault="00054682" w:rsidP="008671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- przedimki (</w:t>
            </w:r>
            <w:proofErr w:type="spellStart"/>
            <w:r w:rsidRPr="00216C44">
              <w:rPr>
                <w:rFonts w:ascii="Corbel" w:hAnsi="Corbel"/>
                <w:sz w:val="24"/>
                <w:szCs w:val="24"/>
              </w:rPr>
              <w:t>Articles</w:t>
            </w:r>
            <w:proofErr w:type="spellEnd"/>
            <w:r w:rsidRPr="00216C44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054682" w:rsidRPr="009C54AE" w14:paraId="28AEFDA8" w14:textId="77777777" w:rsidTr="00871DF8">
        <w:tc>
          <w:tcPr>
            <w:tcW w:w="9520" w:type="dxa"/>
          </w:tcPr>
          <w:p w14:paraId="1BBC7A5D" w14:textId="2CF314EB" w:rsidR="00054682" w:rsidRPr="00054682" w:rsidRDefault="00054682" w:rsidP="0005468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054682">
              <w:rPr>
                <w:rFonts w:ascii="Corbel" w:hAnsi="Corbel"/>
                <w:b/>
                <w:bCs/>
                <w:sz w:val="24"/>
                <w:szCs w:val="24"/>
              </w:rPr>
              <w:t>Fonetyka</w:t>
            </w:r>
          </w:p>
        </w:tc>
      </w:tr>
      <w:tr w:rsidR="00054682" w:rsidRPr="009C54AE" w14:paraId="4929A291" w14:textId="77777777" w:rsidTr="00871DF8">
        <w:tc>
          <w:tcPr>
            <w:tcW w:w="9520" w:type="dxa"/>
          </w:tcPr>
          <w:p w14:paraId="47F21134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 xml:space="preserve">Podstawy fonetyki języka angielskiego i fonetyka porównawcza. </w:t>
            </w:r>
          </w:p>
          <w:p w14:paraId="2C8ACC43" w14:textId="77777777" w:rsidR="00054682" w:rsidRPr="00216C44" w:rsidRDefault="00054682" w:rsidP="0005468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Znaczenie akcentu i intonacji w nauczaniu języka angielskiego.</w:t>
            </w:r>
          </w:p>
          <w:p w14:paraId="63CAEE0B" w14:textId="77777777" w:rsidR="00054682" w:rsidRPr="00216C44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Ćwiczenia praktyczne w rozwijaniu prawidłowej wymowy.</w:t>
            </w:r>
          </w:p>
          <w:p w14:paraId="4A736D01" w14:textId="63DBD471" w:rsidR="00054682" w:rsidRDefault="00054682" w:rsidP="0005468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16C44">
              <w:rPr>
                <w:rFonts w:ascii="Corbel" w:hAnsi="Corbel"/>
                <w:sz w:val="24"/>
                <w:szCs w:val="24"/>
              </w:rPr>
              <w:t>Nauczanie wymowy w edukacji przedszkolnej i wczesnoszkolnej.</w:t>
            </w:r>
          </w:p>
        </w:tc>
      </w:tr>
    </w:tbl>
    <w:p w14:paraId="7434AF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ED9195" w14:textId="038095A0" w:rsidR="0085747A" w:rsidRPr="00867107" w:rsidRDefault="009F4610" w:rsidP="0086710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4F6FD4A" w14:textId="4109A7E7" w:rsidR="00E960BB" w:rsidRPr="00B66D6C" w:rsidRDefault="00B66D6C" w:rsidP="007C54F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B66D6C">
        <w:rPr>
          <w:rFonts w:ascii="Corbel" w:hAnsi="Corbel"/>
          <w:b w:val="0"/>
          <w:bCs/>
          <w:smallCaps w:val="0"/>
          <w:szCs w:val="24"/>
        </w:rPr>
        <w:t>Praktyczne ćwiczenia językowe, przygotowanie prezentacji, praca indywidualna, w parach</w:t>
      </w:r>
      <w:r w:rsidR="00867107">
        <w:rPr>
          <w:rFonts w:ascii="Corbel" w:hAnsi="Corbel"/>
          <w:b w:val="0"/>
          <w:bCs/>
          <w:smallCaps w:val="0"/>
          <w:szCs w:val="24"/>
        </w:rPr>
        <w:t xml:space="preserve"> </w:t>
      </w:r>
      <w:r w:rsidR="00867107">
        <w:rPr>
          <w:rFonts w:ascii="Corbel" w:hAnsi="Corbel"/>
          <w:b w:val="0"/>
          <w:bCs/>
          <w:smallCaps w:val="0"/>
          <w:szCs w:val="24"/>
        </w:rPr>
        <w:br/>
      </w:r>
      <w:r w:rsidRPr="00B66D6C">
        <w:rPr>
          <w:rFonts w:ascii="Corbel" w:hAnsi="Corbel"/>
          <w:b w:val="0"/>
          <w:bCs/>
          <w:smallCaps w:val="0"/>
          <w:szCs w:val="24"/>
        </w:rPr>
        <w:t>i w grupach, dyskusje, praca ze słownikiem, nagraniami audio i wideo, korzystanie ze źródeł inte</w:t>
      </w:r>
      <w:r w:rsidRPr="00B66D6C">
        <w:rPr>
          <w:rFonts w:ascii="Corbel" w:hAnsi="Corbel"/>
          <w:b w:val="0"/>
          <w:bCs/>
          <w:smallCaps w:val="0"/>
          <w:szCs w:val="24"/>
        </w:rPr>
        <w:t>r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netowych, praca z tekstem </w:t>
      </w:r>
      <w:r w:rsidR="002258A2">
        <w:rPr>
          <w:rFonts w:ascii="Corbel" w:hAnsi="Corbel"/>
          <w:b w:val="0"/>
          <w:bCs/>
          <w:smallCaps w:val="0"/>
          <w:szCs w:val="24"/>
        </w:rPr>
        <w:t>oryginalnym</w:t>
      </w:r>
      <w:r w:rsidRPr="00B66D6C">
        <w:rPr>
          <w:rFonts w:ascii="Corbel" w:hAnsi="Corbel"/>
          <w:b w:val="0"/>
          <w:bCs/>
          <w:smallCaps w:val="0"/>
          <w:szCs w:val="24"/>
        </w:rPr>
        <w:t xml:space="preserve">, </w:t>
      </w:r>
      <w:r w:rsidR="00EC7481">
        <w:rPr>
          <w:rFonts w:ascii="Corbel" w:hAnsi="Corbel"/>
          <w:b w:val="0"/>
          <w:bCs/>
          <w:smallCaps w:val="0"/>
          <w:szCs w:val="24"/>
        </w:rPr>
        <w:t xml:space="preserve">wypowiedź pisemna, </w:t>
      </w:r>
      <w:r w:rsidRPr="00B66D6C">
        <w:rPr>
          <w:rFonts w:ascii="Corbel" w:hAnsi="Corbel"/>
          <w:b w:val="0"/>
          <w:bCs/>
          <w:smallCaps w:val="0"/>
          <w:szCs w:val="24"/>
        </w:rPr>
        <w:t>gry dydaktyczne, analiza przypa</w:t>
      </w:r>
      <w:r w:rsidRPr="00B66D6C">
        <w:rPr>
          <w:rFonts w:ascii="Corbel" w:hAnsi="Corbel"/>
          <w:b w:val="0"/>
          <w:bCs/>
          <w:smallCaps w:val="0"/>
          <w:szCs w:val="24"/>
        </w:rPr>
        <w:t>d</w:t>
      </w:r>
      <w:r w:rsidRPr="00B66D6C">
        <w:rPr>
          <w:rFonts w:ascii="Corbel" w:hAnsi="Corbel"/>
          <w:b w:val="0"/>
          <w:bCs/>
          <w:smallCaps w:val="0"/>
          <w:szCs w:val="24"/>
        </w:rPr>
        <w:t>ków, przygotowanie konspektu lekcji, prowadzenie fragmentu zajęć</w:t>
      </w:r>
      <w:r w:rsidR="00EC7481">
        <w:rPr>
          <w:rFonts w:ascii="Corbel" w:hAnsi="Corbel"/>
          <w:b w:val="0"/>
          <w:bCs/>
          <w:smallCaps w:val="0"/>
          <w:szCs w:val="24"/>
        </w:rPr>
        <w:t>, praca metodą projektu</w:t>
      </w:r>
      <w:r w:rsidRPr="00B66D6C">
        <w:rPr>
          <w:rFonts w:ascii="Corbel" w:hAnsi="Corbel"/>
          <w:b w:val="0"/>
          <w:bCs/>
          <w:smallCaps w:val="0"/>
          <w:szCs w:val="24"/>
        </w:rPr>
        <w:t>.</w:t>
      </w:r>
    </w:p>
    <w:p w14:paraId="625FB28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6B82A2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2367FB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FB13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DCE0A8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5997086" w14:textId="77777777" w:rsidTr="001D591E">
        <w:tc>
          <w:tcPr>
            <w:tcW w:w="1985" w:type="dxa"/>
            <w:vAlign w:val="center"/>
          </w:tcPr>
          <w:p w14:paraId="2476D9C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7E8E5181" w14:textId="59B46886" w:rsidR="0085747A" w:rsidRPr="009C54AE" w:rsidRDefault="001D591E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D9BF5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8F5C95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36DF750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1110C6BA" w14:textId="77777777" w:rsidTr="001D591E">
        <w:tc>
          <w:tcPr>
            <w:tcW w:w="1985" w:type="dxa"/>
          </w:tcPr>
          <w:p w14:paraId="5A7E9C7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14:paraId="4646897B" w14:textId="3743E578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testu </w:t>
            </w:r>
            <w:r w:rsidR="00656769">
              <w:rPr>
                <w:rFonts w:ascii="Corbel" w:hAnsi="Corbel"/>
                <w:sz w:val="24"/>
                <w:szCs w:val="24"/>
              </w:rPr>
              <w:t>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6FF1E004" w14:textId="77777777" w:rsidR="00C75FD9" w:rsidRDefault="00C75FD9" w:rsidP="00C75FD9">
            <w:pPr>
              <w:spacing w:after="0" w:line="240" w:lineRule="auto"/>
              <w:rPr>
                <w:sz w:val="24"/>
                <w:szCs w:val="24"/>
              </w:rPr>
            </w:pPr>
          </w:p>
          <w:p w14:paraId="1B150941" w14:textId="09B666D6" w:rsidR="0085747A" w:rsidRPr="00970174" w:rsidRDefault="00970174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69EB72F5" w14:textId="77777777" w:rsidTr="001D591E">
        <w:tc>
          <w:tcPr>
            <w:tcW w:w="1985" w:type="dxa"/>
          </w:tcPr>
          <w:p w14:paraId="2F1CD768" w14:textId="50F91CBD" w:rsidR="00B66D6C" w:rsidRPr="009C54AE" w:rsidRDefault="00B66D6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14:paraId="0080823C" w14:textId="71A58CDB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lastRenderedPageBreak/>
              <w:t>na, projekt indywidualny studenta</w:t>
            </w:r>
          </w:p>
        </w:tc>
        <w:tc>
          <w:tcPr>
            <w:tcW w:w="2126" w:type="dxa"/>
          </w:tcPr>
          <w:p w14:paraId="5D10D5EB" w14:textId="4A67A30A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lastRenderedPageBreak/>
              <w:t>ćwiczenia</w:t>
            </w:r>
          </w:p>
        </w:tc>
      </w:tr>
      <w:tr w:rsidR="0085747A" w:rsidRPr="009C54AE" w14:paraId="7E16FC64" w14:textId="77777777" w:rsidTr="00C05F44">
        <w:tc>
          <w:tcPr>
            <w:tcW w:w="1985" w:type="dxa"/>
          </w:tcPr>
          <w:p w14:paraId="4BA48551" w14:textId="6FF21EAE" w:rsidR="0085747A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EK_03</w:t>
            </w:r>
          </w:p>
        </w:tc>
        <w:tc>
          <w:tcPr>
            <w:tcW w:w="5528" w:type="dxa"/>
          </w:tcPr>
          <w:p w14:paraId="019B53AA" w14:textId="4F4E4137" w:rsidR="0085747A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 xml:space="preserve">testu umiejętności językowych </w:t>
            </w:r>
            <w:r w:rsidRPr="008137D3">
              <w:rPr>
                <w:rFonts w:ascii="Corbel" w:hAnsi="Corbel"/>
                <w:sz w:val="24"/>
                <w:szCs w:val="24"/>
              </w:rPr>
              <w:t>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2D2BDA7D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EE54F10" w14:textId="04E6A468" w:rsidR="0085747A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0D4C012" w14:textId="77777777" w:rsidTr="00C05F44">
        <w:tc>
          <w:tcPr>
            <w:tcW w:w="1985" w:type="dxa"/>
          </w:tcPr>
          <w:p w14:paraId="3F4210AF" w14:textId="34D43BB6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486CF8E" w14:textId="7F578FED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kolokwium, krótsza i dłuższa wypowiedź indywidua</w:t>
            </w:r>
            <w:r w:rsidRPr="008137D3">
              <w:rPr>
                <w:rFonts w:ascii="Corbel" w:hAnsi="Corbel"/>
                <w:sz w:val="24"/>
                <w:szCs w:val="24"/>
              </w:rPr>
              <w:t>l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na, sprawdzian pisemny w formie </w:t>
            </w:r>
            <w:r w:rsidR="00656769" w:rsidRPr="00656769">
              <w:rPr>
                <w:rFonts w:ascii="Corbel" w:hAnsi="Corbel"/>
                <w:sz w:val="24"/>
                <w:szCs w:val="24"/>
              </w:rPr>
              <w:t>testu umiejętności językowych</w:t>
            </w:r>
            <w:r w:rsidRPr="008137D3">
              <w:rPr>
                <w:rFonts w:ascii="Corbel" w:hAnsi="Corbel"/>
                <w:sz w:val="24"/>
                <w:szCs w:val="24"/>
              </w:rPr>
              <w:t xml:space="preserve"> lub/ i dłuższa wypowiedź pisemna, e</w:t>
            </w:r>
            <w:r w:rsidRPr="008137D3">
              <w:rPr>
                <w:rFonts w:ascii="Corbel" w:hAnsi="Corbel"/>
                <w:sz w:val="24"/>
                <w:szCs w:val="24"/>
              </w:rPr>
              <w:t>g</w:t>
            </w:r>
            <w:r w:rsidRPr="008137D3">
              <w:rPr>
                <w:rFonts w:ascii="Corbel" w:hAnsi="Corbel"/>
                <w:sz w:val="24"/>
                <w:szCs w:val="24"/>
              </w:rPr>
              <w:t>zamin ustny i pisemny, projekt indywidualny studenta</w:t>
            </w:r>
          </w:p>
        </w:tc>
        <w:tc>
          <w:tcPr>
            <w:tcW w:w="2126" w:type="dxa"/>
          </w:tcPr>
          <w:p w14:paraId="0669A995" w14:textId="77777777" w:rsidR="00C75FD9" w:rsidRDefault="00C75FD9" w:rsidP="00C75FD9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2D56D74" w14:textId="1F3DE13B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B66D6C" w:rsidRPr="009C54AE" w14:paraId="73EFE85A" w14:textId="77777777" w:rsidTr="00C05F44">
        <w:tc>
          <w:tcPr>
            <w:tcW w:w="1985" w:type="dxa"/>
          </w:tcPr>
          <w:p w14:paraId="39A2DE8F" w14:textId="39B08BD3" w:rsidR="00B66D6C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840DAAF" w14:textId="1601FA89" w:rsidR="00B66D6C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2B123109" w14:textId="23F657CC" w:rsidR="00B66D6C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61B2CAB" w14:textId="77777777" w:rsidTr="00C05F44">
        <w:tc>
          <w:tcPr>
            <w:tcW w:w="1985" w:type="dxa"/>
          </w:tcPr>
          <w:p w14:paraId="35239E35" w14:textId="1360240E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2792A47" w14:textId="06A94ECF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6D57A328" w14:textId="3C92EBE6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2C5ED0D" w14:textId="77777777" w:rsidTr="00C05F44">
        <w:tc>
          <w:tcPr>
            <w:tcW w:w="1985" w:type="dxa"/>
          </w:tcPr>
          <w:p w14:paraId="794265AD" w14:textId="64F45B6D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0343A6E5" w14:textId="2840FEB8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zajęć, wypowiedź indywidualna, projekt indywidualny studenta</w:t>
            </w:r>
          </w:p>
        </w:tc>
        <w:tc>
          <w:tcPr>
            <w:tcW w:w="2126" w:type="dxa"/>
          </w:tcPr>
          <w:p w14:paraId="55665B35" w14:textId="6B70B8A2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  <w:tr w:rsidR="00970174" w:rsidRPr="009C54AE" w14:paraId="5ED8CE56" w14:textId="77777777" w:rsidTr="00867107">
        <w:trPr>
          <w:trHeight w:val="320"/>
        </w:trPr>
        <w:tc>
          <w:tcPr>
            <w:tcW w:w="1985" w:type="dxa"/>
          </w:tcPr>
          <w:p w14:paraId="5F140AE5" w14:textId="053E8104" w:rsidR="00970174" w:rsidRPr="009C54AE" w:rsidRDefault="00970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1EF2E2D6" w14:textId="60789010" w:rsidR="00970174" w:rsidRPr="008137D3" w:rsidRDefault="001D591E" w:rsidP="007C54F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137D3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6F4F7F1" w14:textId="5E681623" w:rsidR="00970174" w:rsidRPr="00970174" w:rsidRDefault="00970174" w:rsidP="00C75FD9">
            <w:pPr>
              <w:spacing w:after="0"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70174">
              <w:rPr>
                <w:sz w:val="24"/>
                <w:szCs w:val="24"/>
              </w:rPr>
              <w:t>ćwiczenia</w:t>
            </w:r>
          </w:p>
        </w:tc>
      </w:tr>
    </w:tbl>
    <w:p w14:paraId="52DD7CF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10EF1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B054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EF688A5" w14:textId="77777777" w:rsidTr="00923D7D">
        <w:tc>
          <w:tcPr>
            <w:tcW w:w="9670" w:type="dxa"/>
          </w:tcPr>
          <w:p w14:paraId="4E42A570" w14:textId="4225448A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wszystkich przewidzianych w danym semestrze prac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pisemnych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uzyskanie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pozytywnej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oceny</w:t>
            </w:r>
            <w:r w:rsidR="006567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z odpowiedzi ustnych, a także obecność na zaj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ciach i aktywne uczestnictwo w zajęciach. </w:t>
            </w:r>
          </w:p>
          <w:p w14:paraId="6DD1A369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1E76D84D" w14:textId="77777777" w:rsidR="00965005" w:rsidRPr="00C8607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054BDD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5E03BFF7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0E83EE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78C2B58E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0BBEFE9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24EFAA11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195C21A6" w14:textId="77777777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7E839E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55C350" w14:textId="5B146011" w:rsidR="00965005" w:rsidRPr="00C72E4D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t xml:space="preserve"> (po każdym semestrze)</w:t>
            </w:r>
          </w:p>
          <w:p w14:paraId="67328271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lub 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wej na podstawie ocen cząstkowych.</w:t>
            </w:r>
          </w:p>
          <w:p w14:paraId="2486EAD7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C3139A" w14:textId="5E248D2E" w:rsidR="00965005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5D0">
              <w:rPr>
                <w:rFonts w:ascii="Corbel" w:hAnsi="Corbel"/>
                <w:b w:val="0"/>
                <w:smallCaps w:val="0"/>
                <w:szCs w:val="24"/>
              </w:rPr>
              <w:t>Egzamin końcowy: sprawdzian pisemny w formie ćwiczeń sprawdzających umiejętność roz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mienia ze słuchu, rozumienia tekstu pisanego, gramatyki i słownictwa i dłuższa wypowiedź p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 xml:space="preserve">semna (70% pkt) oraz ustna prezentacja projektu indywidualnego studenta na forum grupy </w:t>
            </w:r>
            <w:r w:rsidR="00506F01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(z zakresu studiowanej specjalności wraz z prezentacją multimedialną) (30 %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pkt)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325D0">
              <w:rPr>
                <w:rFonts w:ascii="Corbel" w:hAnsi="Corbel"/>
                <w:b w:val="0"/>
                <w:smallCaps w:val="0"/>
                <w:szCs w:val="24"/>
              </w:rPr>
              <w:t>- max 100 %; ocena wg kryteriów jak niżej.</w:t>
            </w:r>
          </w:p>
          <w:p w14:paraId="2C6A2A4D" w14:textId="77777777" w:rsidR="00D325D0" w:rsidRDefault="00D325D0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1D3B9A9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22866382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A44746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714F021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7F115A3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57BEF307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3.5 – wykazuje znajomość każdej z treści kształcenia na poziomie 61%-70%</w:t>
            </w:r>
          </w:p>
          <w:p w14:paraId="537E47E8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2E996C7E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4EE3F61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65964C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46439A54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A84759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6A0CD7F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F8433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3C37C37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536DD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15A9023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kowe nieznacznie zakłócające komunikację, nieznaczne zakłócenia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FC67AD5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4C62ED1C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biegające od treści zadanego pytania, niekompletna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2F19B3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4BF9A94A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zykowe znacznie zakłócające komunikację i płynność wypowiedzi, niepełne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tania, odpowiedzi częściowo odbiegające od treści zadanego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43E05DBD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1178FE0B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dzi, bardzo uboga treść, niekomunikatywność, mylenie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macji</w:t>
            </w:r>
          </w:p>
          <w:p w14:paraId="69B6B26D" w14:textId="77777777" w:rsidR="00965005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7F5E9" w14:textId="77777777" w:rsidR="00965005" w:rsidRPr="003032AB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tywnej oceny za każdy z ustanowionych efektów uczenia się.</w:t>
            </w:r>
          </w:p>
          <w:p w14:paraId="1243D2B1" w14:textId="2A7B2A40" w:rsidR="0085747A" w:rsidRPr="009C54AE" w:rsidRDefault="00965005" w:rsidP="007C5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</w:tc>
      </w:tr>
    </w:tbl>
    <w:p w14:paraId="62E512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05D20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F56A3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79F60CA" w14:textId="77777777" w:rsidTr="003E1941">
        <w:tc>
          <w:tcPr>
            <w:tcW w:w="4962" w:type="dxa"/>
            <w:vAlign w:val="center"/>
          </w:tcPr>
          <w:p w14:paraId="79D1A42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93152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74EC59B5" w14:textId="77777777" w:rsidTr="00923D7D">
        <w:tc>
          <w:tcPr>
            <w:tcW w:w="4962" w:type="dxa"/>
          </w:tcPr>
          <w:p w14:paraId="38512DAE" w14:textId="77777777" w:rsidR="0085747A" w:rsidRPr="009F726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F726E">
              <w:rPr>
                <w:rFonts w:ascii="Corbel" w:hAnsi="Corbel"/>
                <w:sz w:val="24"/>
                <w:szCs w:val="24"/>
              </w:rPr>
              <w:t>G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F726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F726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F726E">
              <w:rPr>
                <w:rFonts w:ascii="Corbel" w:hAnsi="Corbel"/>
                <w:sz w:val="24"/>
                <w:szCs w:val="24"/>
              </w:rPr>
              <w:t> 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F726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F726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D522F46" w14:textId="0E348BF2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25429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4CA5515F" w14:textId="77777777" w:rsidTr="00923D7D">
        <w:tc>
          <w:tcPr>
            <w:tcW w:w="4962" w:type="dxa"/>
          </w:tcPr>
          <w:p w14:paraId="2A3A675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D9A844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BD1DA02" w14:textId="2A2C643C" w:rsidR="00C61DC5" w:rsidRPr="009C54AE" w:rsidRDefault="0075212D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C61DC5" w:rsidRPr="009C54AE" w14:paraId="30461086" w14:textId="77777777" w:rsidTr="00923D7D">
        <w:tc>
          <w:tcPr>
            <w:tcW w:w="4962" w:type="dxa"/>
          </w:tcPr>
          <w:p w14:paraId="7D2F90C2" w14:textId="65E20024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75212D">
              <w:rPr>
                <w:rFonts w:ascii="Corbel" w:hAnsi="Corbel"/>
                <w:sz w:val="24"/>
                <w:szCs w:val="24"/>
              </w:rPr>
              <w:t>:</w:t>
            </w:r>
          </w:p>
          <w:p w14:paraId="24D16E38" w14:textId="44B0B8EC" w:rsidR="00C61DC5" w:rsidRPr="009C54AE" w:rsidRDefault="00C61DC5" w:rsidP="00BA0C3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BA0C31">
              <w:rPr>
                <w:rFonts w:ascii="Corbel" w:hAnsi="Corbel"/>
                <w:sz w:val="24"/>
                <w:szCs w:val="24"/>
              </w:rPr>
              <w:t>gzaminu</w:t>
            </w:r>
            <w:r w:rsidR="00965005">
              <w:rPr>
                <w:rFonts w:ascii="Corbel" w:hAnsi="Corbel"/>
                <w:sz w:val="24"/>
                <w:szCs w:val="24"/>
              </w:rPr>
              <w:t>, przygot</w:t>
            </w:r>
            <w:r w:rsidR="00965005">
              <w:rPr>
                <w:rFonts w:ascii="Corbel" w:hAnsi="Corbel"/>
                <w:sz w:val="24"/>
                <w:szCs w:val="24"/>
              </w:rPr>
              <w:t>o</w:t>
            </w:r>
            <w:r w:rsidR="00965005">
              <w:rPr>
                <w:rFonts w:ascii="Corbel" w:hAnsi="Corbel"/>
                <w:sz w:val="24"/>
                <w:szCs w:val="24"/>
              </w:rPr>
              <w:t>wanie prezentacji multimedialnej, projektu i</w:t>
            </w:r>
            <w:r w:rsidR="00965005">
              <w:rPr>
                <w:rFonts w:ascii="Corbel" w:hAnsi="Corbel"/>
                <w:sz w:val="24"/>
                <w:szCs w:val="24"/>
              </w:rPr>
              <w:t>n</w:t>
            </w:r>
            <w:r w:rsidR="00965005">
              <w:rPr>
                <w:rFonts w:ascii="Corbel" w:hAnsi="Corbel"/>
                <w:sz w:val="24"/>
                <w:szCs w:val="24"/>
              </w:rPr>
              <w:t>dywidualnego, e-dydaktyki, lektury, pokazowej jednostki lekcyjnej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C064FD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1EF20AA" w14:textId="77777777" w:rsidR="00EE2614" w:rsidRDefault="00EE2614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17E2B0B" w14:textId="14BF1975" w:rsidR="00C61DC5" w:rsidRPr="009C54AE" w:rsidRDefault="00625429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510</w:t>
            </w:r>
          </w:p>
        </w:tc>
      </w:tr>
      <w:tr w:rsidR="0085747A" w:rsidRPr="009C54AE" w14:paraId="0C152F0E" w14:textId="77777777" w:rsidTr="00923D7D">
        <w:tc>
          <w:tcPr>
            <w:tcW w:w="4962" w:type="dxa"/>
          </w:tcPr>
          <w:p w14:paraId="0AF4C21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AC7BFC7" w14:textId="10AE626A" w:rsidR="0085747A" w:rsidRPr="009C54AE" w:rsidRDefault="002A5313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650</w:t>
            </w:r>
          </w:p>
        </w:tc>
      </w:tr>
      <w:tr w:rsidR="0085747A" w:rsidRPr="009C54AE" w14:paraId="02B2F78A" w14:textId="77777777" w:rsidTr="00923D7D">
        <w:tc>
          <w:tcPr>
            <w:tcW w:w="4962" w:type="dxa"/>
          </w:tcPr>
          <w:p w14:paraId="23BAE60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169DDD" w14:textId="213DA17F" w:rsidR="0085747A" w:rsidRPr="009C54AE" w:rsidRDefault="00965005" w:rsidP="00D006A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</w:tc>
      </w:tr>
    </w:tbl>
    <w:p w14:paraId="26CF0A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FE01CF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3C53E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F2E2F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E50455B" w14:textId="77777777" w:rsidTr="0071620A">
        <w:trPr>
          <w:trHeight w:val="397"/>
        </w:trPr>
        <w:tc>
          <w:tcPr>
            <w:tcW w:w="3544" w:type="dxa"/>
          </w:tcPr>
          <w:p w14:paraId="40F9E7E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42A8B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2579F98" w14:textId="77777777" w:rsidTr="0071620A">
        <w:trPr>
          <w:trHeight w:val="397"/>
        </w:trPr>
        <w:tc>
          <w:tcPr>
            <w:tcW w:w="3544" w:type="dxa"/>
          </w:tcPr>
          <w:p w14:paraId="1881A7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40F356D9" w14:textId="2C2EEFF9" w:rsidR="0085747A" w:rsidRPr="009C54AE" w:rsidRDefault="007521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6925F1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57ADA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6ADE2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A13B9" w14:paraId="20028198" w14:textId="77777777" w:rsidTr="0071620A">
        <w:trPr>
          <w:trHeight w:val="397"/>
        </w:trPr>
        <w:tc>
          <w:tcPr>
            <w:tcW w:w="7513" w:type="dxa"/>
          </w:tcPr>
          <w:p w14:paraId="77A5625B" w14:textId="129DB325" w:rsidR="004D3966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podstawowa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:</w:t>
            </w:r>
          </w:p>
          <w:p w14:paraId="52AFFD57" w14:textId="5210B137" w:rsidR="00B31281" w:rsidRPr="00867107" w:rsidRDefault="006F08BB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Rogers M.,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J.,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Taylore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-Knowles S., </w:t>
            </w: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Wisniewska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Open Mind.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Macmillan, Oxford 2016.</w:t>
            </w:r>
          </w:p>
          <w:p w14:paraId="3650BAFD" w14:textId="656B6E42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Latham-Koenig Ch.,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Clive, Lambert J.,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Advanced. Third Edition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University Press, Oxford 2015.</w:t>
            </w:r>
          </w:p>
          <w:p w14:paraId="07551A0D" w14:textId="6571CDAA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Hall D., Foley M.,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="00DA13B9"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My Grammar lab. Advanced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Pearson Education Li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m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ited, </w:t>
            </w:r>
            <w:r w:rsidR="00DA13B9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London 2012.</w:t>
            </w:r>
          </w:p>
          <w:p w14:paraId="179573A2" w14:textId="59EBDDFB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Malcolm,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Steve,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Destinations B2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2010.</w:t>
            </w:r>
          </w:p>
          <w:p w14:paraId="134BD627" w14:textId="48AFBD40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Mann M., 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Taylore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-Knowles S.,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Destination C1&amp;C2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Macmillan, Oxford 2008.</w:t>
            </w:r>
          </w:p>
          <w:p w14:paraId="1EC26415" w14:textId="18FC1CA4" w:rsidR="00DA13B9" w:rsidRPr="004D3966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Cullen P.,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Cambridge Vocabulary for IELTS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2018</w:t>
            </w:r>
          </w:p>
          <w:p w14:paraId="7FD087D1" w14:textId="1AE371A2" w:rsidR="00DA13B9" w:rsidRPr="004D3966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Baker A.,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Ship or Sheep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2009.</w:t>
            </w:r>
          </w:p>
          <w:p w14:paraId="1078BAFF" w14:textId="228B1438" w:rsidR="00DA13B9" w:rsidRPr="00867107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McCarthy M., </w:t>
            </w:r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Academic Vocabulary in Use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Cambridge University Press, Cambridge 2008.</w:t>
            </w:r>
          </w:p>
          <w:p w14:paraId="38F2118D" w14:textId="4C935CF1" w:rsidR="00B31281" w:rsidRPr="00D006A2" w:rsidRDefault="00DA13B9" w:rsidP="00D006A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  <w:lang w:val="en-GB"/>
              </w:rPr>
            </w:pPr>
            <w:r w:rsidRPr="00D006A2">
              <w:rPr>
                <w:rFonts w:ascii="Corbel" w:hAnsi="Corbel"/>
                <w:sz w:val="24"/>
                <w:szCs w:val="24"/>
                <w:lang w:val="en-GB"/>
              </w:rPr>
              <w:t xml:space="preserve">Read C., </w:t>
            </w:r>
            <w:r w:rsidRPr="00D006A2">
              <w:rPr>
                <w:rFonts w:ascii="Corbel" w:hAnsi="Corbel"/>
                <w:i/>
                <w:iCs/>
                <w:sz w:val="24"/>
                <w:szCs w:val="24"/>
                <w:lang w:val="en-GB"/>
              </w:rPr>
              <w:t>500 Activities for the Primary Classroom</w:t>
            </w:r>
            <w:r w:rsidRPr="00D006A2">
              <w:rPr>
                <w:rFonts w:ascii="Corbel" w:hAnsi="Corbel"/>
                <w:sz w:val="24"/>
                <w:szCs w:val="24"/>
                <w:lang w:val="en-GB"/>
              </w:rPr>
              <w:t>, Macmillan, Oxford 2010</w:t>
            </w:r>
          </w:p>
          <w:p w14:paraId="13EAE1B0" w14:textId="4C617705" w:rsidR="00DA13B9" w:rsidRDefault="004D3966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Szpotowicz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Magdalena, Szulc-</w:t>
            </w: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Kurpaska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 xml:space="preserve"> Małgorzata,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Teaching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English to Young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Learners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</w:rPr>
              <w:t>, Wydawnictwo Naukowe PWN, Warszawa 2012.</w:t>
            </w:r>
          </w:p>
          <w:p w14:paraId="27E53A83" w14:textId="521FE31E" w:rsidR="0075212D" w:rsidRPr="00867107" w:rsidRDefault="00DA13B9" w:rsidP="00D006A2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Własne materiały autorskie</w:t>
            </w:r>
          </w:p>
        </w:tc>
      </w:tr>
      <w:tr w:rsidR="0085747A" w:rsidRPr="00DA13B9" w14:paraId="75DC7383" w14:textId="77777777" w:rsidTr="0071620A">
        <w:trPr>
          <w:trHeight w:val="397"/>
        </w:trPr>
        <w:tc>
          <w:tcPr>
            <w:tcW w:w="7513" w:type="dxa"/>
          </w:tcPr>
          <w:p w14:paraId="358788C2" w14:textId="451D5DA1" w:rsidR="00DA13B9" w:rsidRDefault="0085747A" w:rsidP="00DA13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uzupełniająca</w:t>
            </w:r>
            <w:proofErr w:type="spellEnd"/>
            <w:r w:rsidRPr="00C61DAB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: </w:t>
            </w:r>
          </w:p>
          <w:p w14:paraId="490B420A" w14:textId="2C58C9BF" w:rsidR="006F08BB" w:rsidRDefault="006F08BB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proofErr w:type="spellStart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Oxenden</w:t>
            </w:r>
            <w:proofErr w:type="spellEnd"/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C., Latham-Koenig Ch.,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English File Upper-intermediate. Third-Edition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Oxford University Press,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Oxford 201</w:t>
            </w:r>
            <w:r>
              <w:rPr>
                <w:rFonts w:ascii="Corbel" w:hAnsi="Corbel"/>
                <w:b w:val="0"/>
                <w:smallCaps w:val="0"/>
                <w:szCs w:val="24"/>
                <w:lang w:val="en-GB"/>
              </w:rPr>
              <w:t>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.</w:t>
            </w:r>
          </w:p>
          <w:p w14:paraId="0A66394A" w14:textId="654061AD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Dooley J., Evans V., </w:t>
            </w:r>
            <w:proofErr w:type="spellStart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>Grammarway</w:t>
            </w:r>
            <w:proofErr w:type="spellEnd"/>
            <w:r w:rsidRPr="00DA13B9">
              <w:rPr>
                <w:rFonts w:ascii="Corbel" w:hAnsi="Corbel"/>
                <w:b w:val="0"/>
                <w:i/>
                <w:iCs/>
                <w:smallCaps w:val="0"/>
                <w:szCs w:val="24"/>
                <w:lang w:val="en-GB"/>
              </w:rPr>
              <w:t xml:space="preserve"> 4</w:t>
            </w:r>
            <w:r w:rsidRPr="004D3966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, Express Publishing, Berkshire 2016.</w:t>
            </w:r>
          </w:p>
          <w:p w14:paraId="220795A2" w14:textId="71F01A03" w:rsidR="00DA13B9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Murphy Raymond,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English Grammar in Use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DA13B9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Press, Cambridge 2002</w:t>
            </w:r>
          </w:p>
          <w:p w14:paraId="1EED4873" w14:textId="2322E213" w:rsidR="00DA13B9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</w:t>
            </w:r>
            <w:r w:rsidRPr="00216C44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2017.</w:t>
            </w:r>
          </w:p>
          <w:p w14:paraId="1001281D" w14:textId="489DF48E" w:rsidR="00DA13B9" w:rsidRPr="00216C44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Wójcik K.,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Nauczanie języka angielskiego w edukacji wczesnoszkolnej </w:t>
            </w:r>
          </w:p>
          <w:p w14:paraId="367A794A" w14:textId="0C47A57C" w:rsidR="00DA13B9" w:rsidRPr="00843FA5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3FA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 przedszkolnej</w:t>
            </w:r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Witanet</w:t>
            </w:r>
            <w:proofErr w:type="spellEnd"/>
            <w:r w:rsidRPr="00843F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2016.</w:t>
            </w:r>
          </w:p>
          <w:p w14:paraId="10152414" w14:textId="33A42A77" w:rsidR="00B31281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Erenc-Grygoruk</w:t>
            </w:r>
            <w:proofErr w:type="spellEnd"/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Grażyna, 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Nauczanie języków obcych w edukacji wcz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216C4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snoszkolnej</w:t>
            </w:r>
            <w:r w:rsidRPr="00216C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2013.</w:t>
            </w:r>
          </w:p>
          <w:p w14:paraId="02008C15" w14:textId="3BFDD559" w:rsidR="00B31281" w:rsidRPr="00867107" w:rsidRDefault="00B31281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Vernon S., </w:t>
            </w:r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 xml:space="preserve">Teaching Toddlers English (ESL, </w:t>
            </w:r>
            <w:proofErr w:type="spellStart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Efl</w:t>
            </w:r>
            <w:proofErr w:type="spellEnd"/>
            <w:r w:rsidRPr="00B31281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): How to Teach Two-Year-Old Children English as a Second or Foreign Language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Createspace</w:t>
            </w:r>
            <w:proofErr w:type="spellEnd"/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Ind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e</w:t>
            </w:r>
            <w:r w:rsidRPr="00B31281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lastRenderedPageBreak/>
              <w:t>pendent Publishing Platform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Scotts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Valley 2017</w:t>
            </w:r>
          </w:p>
          <w:p w14:paraId="1B325B12" w14:textId="13EE8111" w:rsidR="0075212D" w:rsidRPr="00867107" w:rsidRDefault="00DA13B9" w:rsidP="00D006A2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Przykładowe podręczniki do nauczania języka angielskiego dzieci w wieku przedszkolnym i wczesnoszkolnym. </w:t>
            </w:r>
          </w:p>
        </w:tc>
      </w:tr>
    </w:tbl>
    <w:p w14:paraId="25486EB7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C1B59" w14:textId="77777777" w:rsidR="0085747A" w:rsidRPr="00DA13B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42205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07FBFB" w14:textId="77777777" w:rsidR="00EE3078" w:rsidRDefault="00EE3078" w:rsidP="00C16ABF">
      <w:pPr>
        <w:spacing w:after="0" w:line="240" w:lineRule="auto"/>
      </w:pPr>
      <w:r>
        <w:separator/>
      </w:r>
    </w:p>
  </w:endnote>
  <w:endnote w:type="continuationSeparator" w:id="0">
    <w:p w14:paraId="66D3158E" w14:textId="77777777" w:rsidR="00EE3078" w:rsidRDefault="00EE30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A9045" w14:textId="77777777" w:rsidR="00EE3078" w:rsidRDefault="00EE3078" w:rsidP="00C16ABF">
      <w:pPr>
        <w:spacing w:after="0" w:line="240" w:lineRule="auto"/>
      </w:pPr>
      <w:r>
        <w:separator/>
      </w:r>
    </w:p>
  </w:footnote>
  <w:footnote w:type="continuationSeparator" w:id="0">
    <w:p w14:paraId="58CE2B9F" w14:textId="77777777" w:rsidR="00EE3078" w:rsidRDefault="00EE3078" w:rsidP="00C16ABF">
      <w:pPr>
        <w:spacing w:after="0" w:line="240" w:lineRule="auto"/>
      </w:pPr>
      <w:r>
        <w:continuationSeparator/>
      </w:r>
    </w:p>
  </w:footnote>
  <w:footnote w:id="1">
    <w:p w14:paraId="3C75A564" w14:textId="77777777" w:rsidR="00A6371B" w:rsidRDefault="00A6371B" w:rsidP="00A6371B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B0557"/>
    <w:multiLevelType w:val="hybridMultilevel"/>
    <w:tmpl w:val="0C4C08D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A056C6"/>
    <w:multiLevelType w:val="hybridMultilevel"/>
    <w:tmpl w:val="7388B2B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46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392A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0E0"/>
    <w:rsid w:val="001718A7"/>
    <w:rsid w:val="001737CF"/>
    <w:rsid w:val="00174B47"/>
    <w:rsid w:val="00176083"/>
    <w:rsid w:val="001770C7"/>
    <w:rsid w:val="00192F37"/>
    <w:rsid w:val="001A70D2"/>
    <w:rsid w:val="001D591E"/>
    <w:rsid w:val="001D657B"/>
    <w:rsid w:val="001D7B54"/>
    <w:rsid w:val="001E0209"/>
    <w:rsid w:val="001F2CA2"/>
    <w:rsid w:val="001F3E26"/>
    <w:rsid w:val="002144C0"/>
    <w:rsid w:val="0022477D"/>
    <w:rsid w:val="002258A2"/>
    <w:rsid w:val="002278A9"/>
    <w:rsid w:val="002336F9"/>
    <w:rsid w:val="0024028F"/>
    <w:rsid w:val="00244ABC"/>
    <w:rsid w:val="002547F0"/>
    <w:rsid w:val="00281FF2"/>
    <w:rsid w:val="002857DE"/>
    <w:rsid w:val="00291567"/>
    <w:rsid w:val="002A22BF"/>
    <w:rsid w:val="002A2389"/>
    <w:rsid w:val="002A5313"/>
    <w:rsid w:val="002A671D"/>
    <w:rsid w:val="002B262E"/>
    <w:rsid w:val="002B4D55"/>
    <w:rsid w:val="002B5EA0"/>
    <w:rsid w:val="002B6119"/>
    <w:rsid w:val="002C1F06"/>
    <w:rsid w:val="002C660A"/>
    <w:rsid w:val="002D3375"/>
    <w:rsid w:val="002D73D4"/>
    <w:rsid w:val="002E66D9"/>
    <w:rsid w:val="002F02A3"/>
    <w:rsid w:val="002F475E"/>
    <w:rsid w:val="002F4ABE"/>
    <w:rsid w:val="003018BA"/>
    <w:rsid w:val="0030395F"/>
    <w:rsid w:val="00305C92"/>
    <w:rsid w:val="003151C5"/>
    <w:rsid w:val="00317435"/>
    <w:rsid w:val="003343CF"/>
    <w:rsid w:val="00346FE9"/>
    <w:rsid w:val="0034759A"/>
    <w:rsid w:val="003503F6"/>
    <w:rsid w:val="003530DD"/>
    <w:rsid w:val="00363F78"/>
    <w:rsid w:val="00387224"/>
    <w:rsid w:val="003A0A5B"/>
    <w:rsid w:val="003A1176"/>
    <w:rsid w:val="003B33C8"/>
    <w:rsid w:val="003B6D0E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055A"/>
    <w:rsid w:val="00431D5C"/>
    <w:rsid w:val="004362C6"/>
    <w:rsid w:val="00437FA2"/>
    <w:rsid w:val="00445970"/>
    <w:rsid w:val="0045729E"/>
    <w:rsid w:val="00461BBA"/>
    <w:rsid w:val="00461EFC"/>
    <w:rsid w:val="004652C2"/>
    <w:rsid w:val="004706D1"/>
    <w:rsid w:val="00471326"/>
    <w:rsid w:val="0047598D"/>
    <w:rsid w:val="0047662A"/>
    <w:rsid w:val="004840FD"/>
    <w:rsid w:val="00490F7D"/>
    <w:rsid w:val="00491678"/>
    <w:rsid w:val="00493335"/>
    <w:rsid w:val="004956EC"/>
    <w:rsid w:val="004968E2"/>
    <w:rsid w:val="004A3EEA"/>
    <w:rsid w:val="004A4D1F"/>
    <w:rsid w:val="004D3966"/>
    <w:rsid w:val="004D5282"/>
    <w:rsid w:val="004D71BA"/>
    <w:rsid w:val="004F1551"/>
    <w:rsid w:val="004F55A3"/>
    <w:rsid w:val="0050496F"/>
    <w:rsid w:val="00506F01"/>
    <w:rsid w:val="0050750A"/>
    <w:rsid w:val="00513B6F"/>
    <w:rsid w:val="00517C63"/>
    <w:rsid w:val="00526C94"/>
    <w:rsid w:val="005363C4"/>
    <w:rsid w:val="00536BDE"/>
    <w:rsid w:val="00543ACC"/>
    <w:rsid w:val="0056696D"/>
    <w:rsid w:val="00572218"/>
    <w:rsid w:val="00573EF9"/>
    <w:rsid w:val="005776C5"/>
    <w:rsid w:val="0059484D"/>
    <w:rsid w:val="005A0855"/>
    <w:rsid w:val="005A3196"/>
    <w:rsid w:val="005B01AA"/>
    <w:rsid w:val="005B2EFC"/>
    <w:rsid w:val="005C080F"/>
    <w:rsid w:val="005C55E5"/>
    <w:rsid w:val="005C696A"/>
    <w:rsid w:val="005E6E85"/>
    <w:rsid w:val="005F31D2"/>
    <w:rsid w:val="0061029B"/>
    <w:rsid w:val="00617230"/>
    <w:rsid w:val="00621CE1"/>
    <w:rsid w:val="00623271"/>
    <w:rsid w:val="00625429"/>
    <w:rsid w:val="00627FC9"/>
    <w:rsid w:val="00647FA8"/>
    <w:rsid w:val="00650C5F"/>
    <w:rsid w:val="00654934"/>
    <w:rsid w:val="00656769"/>
    <w:rsid w:val="006620D9"/>
    <w:rsid w:val="00671958"/>
    <w:rsid w:val="00675843"/>
    <w:rsid w:val="00696477"/>
    <w:rsid w:val="006B5045"/>
    <w:rsid w:val="006D050F"/>
    <w:rsid w:val="006D6139"/>
    <w:rsid w:val="006E5D65"/>
    <w:rsid w:val="006F08BB"/>
    <w:rsid w:val="006F1282"/>
    <w:rsid w:val="006F1FBC"/>
    <w:rsid w:val="006F31E2"/>
    <w:rsid w:val="0070344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212D"/>
    <w:rsid w:val="00763BF1"/>
    <w:rsid w:val="00766FD4"/>
    <w:rsid w:val="0078168C"/>
    <w:rsid w:val="007828E3"/>
    <w:rsid w:val="00787C2A"/>
    <w:rsid w:val="00790E27"/>
    <w:rsid w:val="007A4022"/>
    <w:rsid w:val="007A6E6E"/>
    <w:rsid w:val="007C3299"/>
    <w:rsid w:val="007C3BCC"/>
    <w:rsid w:val="007C4546"/>
    <w:rsid w:val="007C54FD"/>
    <w:rsid w:val="007D6E56"/>
    <w:rsid w:val="007F1652"/>
    <w:rsid w:val="007F4155"/>
    <w:rsid w:val="008137D3"/>
    <w:rsid w:val="0081554D"/>
    <w:rsid w:val="0081707E"/>
    <w:rsid w:val="00843FA5"/>
    <w:rsid w:val="008449B3"/>
    <w:rsid w:val="0085196A"/>
    <w:rsid w:val="00851FC3"/>
    <w:rsid w:val="0085747A"/>
    <w:rsid w:val="00867107"/>
    <w:rsid w:val="00871DF8"/>
    <w:rsid w:val="00884922"/>
    <w:rsid w:val="00885F64"/>
    <w:rsid w:val="008917F9"/>
    <w:rsid w:val="00894616"/>
    <w:rsid w:val="008A111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3991"/>
    <w:rsid w:val="00916188"/>
    <w:rsid w:val="00923D7D"/>
    <w:rsid w:val="00944DB8"/>
    <w:rsid w:val="009508DF"/>
    <w:rsid w:val="00950DAC"/>
    <w:rsid w:val="009510EB"/>
    <w:rsid w:val="00954A07"/>
    <w:rsid w:val="00965005"/>
    <w:rsid w:val="00970174"/>
    <w:rsid w:val="00997F14"/>
    <w:rsid w:val="009A78D9"/>
    <w:rsid w:val="009A7C80"/>
    <w:rsid w:val="009C1331"/>
    <w:rsid w:val="009C3E31"/>
    <w:rsid w:val="009C54AE"/>
    <w:rsid w:val="009C788E"/>
    <w:rsid w:val="009D6C56"/>
    <w:rsid w:val="009E3B41"/>
    <w:rsid w:val="009F2363"/>
    <w:rsid w:val="009F285A"/>
    <w:rsid w:val="009F3C5C"/>
    <w:rsid w:val="009F4610"/>
    <w:rsid w:val="009F726E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371B"/>
    <w:rsid w:val="00A84C85"/>
    <w:rsid w:val="00A97DE1"/>
    <w:rsid w:val="00AB053C"/>
    <w:rsid w:val="00AB098B"/>
    <w:rsid w:val="00AD1146"/>
    <w:rsid w:val="00AD27D3"/>
    <w:rsid w:val="00AD66D6"/>
    <w:rsid w:val="00AE1160"/>
    <w:rsid w:val="00AE203C"/>
    <w:rsid w:val="00AE2E74"/>
    <w:rsid w:val="00AE36E1"/>
    <w:rsid w:val="00AE5FCB"/>
    <w:rsid w:val="00AF2C1E"/>
    <w:rsid w:val="00B06142"/>
    <w:rsid w:val="00B135B1"/>
    <w:rsid w:val="00B31281"/>
    <w:rsid w:val="00B3130B"/>
    <w:rsid w:val="00B40ADB"/>
    <w:rsid w:val="00B43B77"/>
    <w:rsid w:val="00B43E80"/>
    <w:rsid w:val="00B607DB"/>
    <w:rsid w:val="00B66529"/>
    <w:rsid w:val="00B66D6C"/>
    <w:rsid w:val="00B75946"/>
    <w:rsid w:val="00B8056E"/>
    <w:rsid w:val="00B819C8"/>
    <w:rsid w:val="00B82308"/>
    <w:rsid w:val="00B90885"/>
    <w:rsid w:val="00BA0C31"/>
    <w:rsid w:val="00BB520A"/>
    <w:rsid w:val="00BD3869"/>
    <w:rsid w:val="00BD66E9"/>
    <w:rsid w:val="00BD6FF4"/>
    <w:rsid w:val="00BF2C41"/>
    <w:rsid w:val="00C026CA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AB"/>
    <w:rsid w:val="00C61DC5"/>
    <w:rsid w:val="00C67E92"/>
    <w:rsid w:val="00C70A26"/>
    <w:rsid w:val="00C75FD9"/>
    <w:rsid w:val="00C766DF"/>
    <w:rsid w:val="00C82816"/>
    <w:rsid w:val="00C94B98"/>
    <w:rsid w:val="00C97DBB"/>
    <w:rsid w:val="00CA0D37"/>
    <w:rsid w:val="00CA2B96"/>
    <w:rsid w:val="00CA5089"/>
    <w:rsid w:val="00CA7C63"/>
    <w:rsid w:val="00CB42CB"/>
    <w:rsid w:val="00CC60C7"/>
    <w:rsid w:val="00CD6897"/>
    <w:rsid w:val="00CE5BAC"/>
    <w:rsid w:val="00CF25BE"/>
    <w:rsid w:val="00CF44F7"/>
    <w:rsid w:val="00CF78ED"/>
    <w:rsid w:val="00D006A2"/>
    <w:rsid w:val="00D02B25"/>
    <w:rsid w:val="00D02EBA"/>
    <w:rsid w:val="00D17C3C"/>
    <w:rsid w:val="00D26B2C"/>
    <w:rsid w:val="00D325D0"/>
    <w:rsid w:val="00D352C9"/>
    <w:rsid w:val="00D425B2"/>
    <w:rsid w:val="00D428D6"/>
    <w:rsid w:val="00D552B2"/>
    <w:rsid w:val="00D608D1"/>
    <w:rsid w:val="00D74119"/>
    <w:rsid w:val="00D8075B"/>
    <w:rsid w:val="00D8384E"/>
    <w:rsid w:val="00D8678B"/>
    <w:rsid w:val="00DA1181"/>
    <w:rsid w:val="00DA13B9"/>
    <w:rsid w:val="00DA2114"/>
    <w:rsid w:val="00DB57D7"/>
    <w:rsid w:val="00DC6BF0"/>
    <w:rsid w:val="00DE09C0"/>
    <w:rsid w:val="00DE1087"/>
    <w:rsid w:val="00DE4A14"/>
    <w:rsid w:val="00DE7C66"/>
    <w:rsid w:val="00DF320D"/>
    <w:rsid w:val="00DF71C8"/>
    <w:rsid w:val="00E129B8"/>
    <w:rsid w:val="00E21E7D"/>
    <w:rsid w:val="00E22FBC"/>
    <w:rsid w:val="00E24BF5"/>
    <w:rsid w:val="00E25338"/>
    <w:rsid w:val="00E35311"/>
    <w:rsid w:val="00E40139"/>
    <w:rsid w:val="00E51E44"/>
    <w:rsid w:val="00E63348"/>
    <w:rsid w:val="00E65E38"/>
    <w:rsid w:val="00E77E88"/>
    <w:rsid w:val="00E8107D"/>
    <w:rsid w:val="00E960BB"/>
    <w:rsid w:val="00EA2074"/>
    <w:rsid w:val="00EA4832"/>
    <w:rsid w:val="00EA4E9D"/>
    <w:rsid w:val="00EC4899"/>
    <w:rsid w:val="00EC7481"/>
    <w:rsid w:val="00ED03AB"/>
    <w:rsid w:val="00ED32D2"/>
    <w:rsid w:val="00EE2614"/>
    <w:rsid w:val="00EE3078"/>
    <w:rsid w:val="00EE32DE"/>
    <w:rsid w:val="00EE5457"/>
    <w:rsid w:val="00F02737"/>
    <w:rsid w:val="00F06BE3"/>
    <w:rsid w:val="00F070AB"/>
    <w:rsid w:val="00F17567"/>
    <w:rsid w:val="00F27A7B"/>
    <w:rsid w:val="00F43B41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B7B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D46CC3-FDF9-4FF2-ACC8-DAB647756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95</TotalTime>
  <Pages>1</Pages>
  <Words>2637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2019-02-06T12:12:00Z</cp:lastPrinted>
  <dcterms:created xsi:type="dcterms:W3CDTF">2019-10-22T18:20:00Z</dcterms:created>
  <dcterms:modified xsi:type="dcterms:W3CDTF">2021-01-21T10:42:00Z</dcterms:modified>
</cp:coreProperties>
</file>